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73B" w:rsidRDefault="00E7773B" w:rsidP="00E7773B">
      <w:pPr>
        <w:tabs>
          <w:tab w:val="right" w:pos="9407"/>
        </w:tabs>
        <w:spacing w:before="288"/>
        <w:rPr>
          <w:spacing w:val="-2"/>
        </w:rPr>
      </w:pPr>
      <w:bookmarkStart w:id="0" w:name="_GoBack"/>
      <w:bookmarkEnd w:id="0"/>
      <w:r w:rsidRPr="00F90A34">
        <w:rPr>
          <w:spacing w:val="-2"/>
          <w:u w:val="single"/>
        </w:rPr>
        <w:t xml:space="preserve">Suggested </w:t>
      </w:r>
      <w:r w:rsidR="00F90A34" w:rsidRPr="00F90A34">
        <w:rPr>
          <w:spacing w:val="-2"/>
          <w:u w:val="single"/>
        </w:rPr>
        <w:t xml:space="preserve">Changes to IMO Resolution </w:t>
      </w:r>
      <w:proofErr w:type="gramStart"/>
      <w:r w:rsidR="00F90A34" w:rsidRPr="00F90A34">
        <w:rPr>
          <w:spacing w:val="-2"/>
          <w:u w:val="single"/>
        </w:rPr>
        <w:t>A.918(</w:t>
      </w:r>
      <w:proofErr w:type="gramEnd"/>
      <w:r w:rsidR="00F90A34" w:rsidRPr="00F90A34">
        <w:rPr>
          <w:spacing w:val="-2"/>
          <w:u w:val="single"/>
        </w:rPr>
        <w:t>22) Standard Marine Communication Phrases)</w:t>
      </w:r>
      <w:r>
        <w:rPr>
          <w:spacing w:val="-2"/>
        </w:rPr>
        <w:t>:</w:t>
      </w:r>
    </w:p>
    <w:p w:rsidR="008F3545" w:rsidRDefault="008F3545" w:rsidP="00B908B1">
      <w:pPr>
        <w:tabs>
          <w:tab w:val="left" w:pos="993"/>
          <w:tab w:val="right" w:pos="9407"/>
        </w:tabs>
        <w:spacing w:before="288"/>
        <w:ind w:left="991" w:hangingChars="459" w:hanging="991"/>
        <w:rPr>
          <w:spacing w:val="-2"/>
        </w:rPr>
      </w:pPr>
    </w:p>
    <w:p w:rsidR="00B908B1" w:rsidRPr="00B908B1" w:rsidRDefault="00B908B1" w:rsidP="00B908B1">
      <w:pPr>
        <w:tabs>
          <w:tab w:val="left" w:pos="993"/>
          <w:tab w:val="right" w:pos="9407"/>
        </w:tabs>
        <w:spacing w:before="288"/>
        <w:ind w:left="991" w:hangingChars="459" w:hanging="991"/>
        <w:rPr>
          <w:spacing w:val="-2"/>
        </w:rPr>
      </w:pPr>
      <w:r w:rsidRPr="00B908B1">
        <w:rPr>
          <w:spacing w:val="-2"/>
        </w:rPr>
        <w:t>2.2</w:t>
      </w:r>
      <w:r w:rsidRPr="00B908B1">
        <w:rPr>
          <w:spacing w:val="-2"/>
        </w:rPr>
        <w:tab/>
      </w:r>
      <w:r w:rsidRPr="00B908B1">
        <w:rPr>
          <w:spacing w:val="-2"/>
        </w:rPr>
        <w:tab/>
        <w:t>Spelling of digits and numbers (P.13)</w:t>
      </w:r>
    </w:p>
    <w:p w:rsidR="00B908B1" w:rsidRPr="00B908B1" w:rsidRDefault="00B908B1" w:rsidP="00B908B1">
      <w:pPr>
        <w:tabs>
          <w:tab w:val="left" w:pos="993"/>
          <w:tab w:val="right" w:pos="9407"/>
        </w:tabs>
        <w:spacing w:before="288"/>
        <w:ind w:left="991" w:rightChars="-477" w:right="-1049" w:hangingChars="459" w:hanging="991"/>
        <w:rPr>
          <w:spacing w:val="-2"/>
        </w:rPr>
      </w:pPr>
      <w:r>
        <w:rPr>
          <w:spacing w:val="-2"/>
        </w:rPr>
        <w:tab/>
      </w:r>
      <w:r w:rsidRPr="00B908B1">
        <w:rPr>
          <w:spacing w:val="-2"/>
        </w:rPr>
        <w:t>A few digits and numbers have a modified pronunciation compared to general English:</w:t>
      </w:r>
    </w:p>
    <w:tbl>
      <w:tblPr>
        <w:tblW w:w="0" w:type="auto"/>
        <w:tblInd w:w="2141" w:type="dxa"/>
        <w:tblLayout w:type="fixed"/>
        <w:tblCellMar>
          <w:left w:w="0" w:type="dxa"/>
          <w:right w:w="0" w:type="dxa"/>
        </w:tblCellMar>
        <w:tblLook w:val="0000" w:firstRow="0" w:lastRow="0" w:firstColumn="0" w:lastColumn="0" w:noHBand="0" w:noVBand="0"/>
      </w:tblPr>
      <w:tblGrid>
        <w:gridCol w:w="1752"/>
        <w:gridCol w:w="1949"/>
        <w:gridCol w:w="1719"/>
      </w:tblGrid>
      <w:tr w:rsidR="00B908B1" w:rsidRPr="00510C58" w:rsidTr="006C1C0F">
        <w:trPr>
          <w:trHeight w:hRule="exact" w:val="293"/>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b/>
                <w:bCs/>
                <w:w w:val="105"/>
                <w:sz w:val="23"/>
                <w:szCs w:val="23"/>
              </w:rPr>
            </w:pPr>
            <w:r w:rsidRPr="00510C58">
              <w:rPr>
                <w:b/>
                <w:bCs/>
                <w:w w:val="105"/>
                <w:sz w:val="23"/>
                <w:szCs w:val="23"/>
              </w:rPr>
              <w:t>Number</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Spelling</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spacing w:val="-4"/>
                <w:w w:val="105"/>
                <w:sz w:val="23"/>
                <w:szCs w:val="23"/>
              </w:rPr>
            </w:pPr>
            <w:r w:rsidRPr="00510C58">
              <w:rPr>
                <w:b/>
                <w:bCs/>
                <w:spacing w:val="-4"/>
                <w:w w:val="105"/>
                <w:sz w:val="23"/>
                <w:szCs w:val="23"/>
              </w:rPr>
              <w:t>Pronunciation</w:t>
            </w:r>
          </w:p>
        </w:tc>
      </w:tr>
      <w:tr w:rsidR="00B908B1" w:rsidRPr="00510C58" w:rsidTr="006C1C0F">
        <w:trPr>
          <w:trHeight w:hRule="exact" w:val="293"/>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0</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zero</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B908B1" w:rsidRDefault="00C9735C" w:rsidP="006C1C0F">
            <w:pPr>
              <w:ind w:left="125"/>
              <w:rPr>
                <w:b/>
                <w:w w:val="105"/>
                <w:sz w:val="23"/>
                <w:szCs w:val="23"/>
              </w:rPr>
            </w:pPr>
            <w:r w:rsidRPr="00C9735C">
              <w:rPr>
                <w:b/>
                <w:w w:val="105"/>
                <w:sz w:val="23"/>
                <w:szCs w:val="23"/>
              </w:rPr>
              <w:t>ZEERO</w:t>
            </w:r>
          </w:p>
        </w:tc>
      </w:tr>
      <w:tr w:rsidR="00B908B1" w:rsidRPr="00510C58" w:rsidTr="00516A72">
        <w:trPr>
          <w:cantSplit/>
          <w:trHeight w:val="340"/>
        </w:trPr>
        <w:tc>
          <w:tcPr>
            <w:tcW w:w="1752" w:type="dxa"/>
            <w:tcBorders>
              <w:top w:val="single" w:sz="6" w:space="0" w:color="auto"/>
              <w:left w:val="single" w:sz="6" w:space="0" w:color="auto"/>
              <w:bottom w:val="nil"/>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1</w:t>
            </w:r>
          </w:p>
        </w:tc>
        <w:tc>
          <w:tcPr>
            <w:tcW w:w="1949" w:type="dxa"/>
            <w:tcBorders>
              <w:top w:val="single" w:sz="6" w:space="0" w:color="auto"/>
              <w:left w:val="single" w:sz="6" w:space="0" w:color="auto"/>
              <w:bottom w:val="nil"/>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one</w:t>
            </w:r>
          </w:p>
        </w:tc>
        <w:tc>
          <w:tcPr>
            <w:tcW w:w="1719" w:type="dxa"/>
            <w:tcBorders>
              <w:top w:val="single" w:sz="6" w:space="0" w:color="auto"/>
              <w:left w:val="single" w:sz="6" w:space="0" w:color="auto"/>
              <w:right w:val="single" w:sz="6" w:space="0" w:color="auto"/>
            </w:tcBorders>
            <w:vAlign w:val="center"/>
          </w:tcPr>
          <w:p w:rsidR="00B908B1" w:rsidRPr="00B908B1" w:rsidRDefault="00C9735C" w:rsidP="006C1C0F">
            <w:pPr>
              <w:ind w:left="125"/>
              <w:rPr>
                <w:w w:val="105"/>
                <w:u w:val="single"/>
                <w:rPrChange w:id="1" w:author="Fujitsu's User" w:date="2011-03-08T19:31:00Z">
                  <w:rPr>
                    <w:w w:val="105"/>
                  </w:rPr>
                </w:rPrChange>
              </w:rPr>
            </w:pPr>
            <w:del w:id="2" w:author="Fujitsu's User" w:date="2011-03-08T19:30:00Z">
              <w:r w:rsidRPr="00C9735C">
                <w:rPr>
                  <w:w w:val="105"/>
                  <w:u w:val="single"/>
                  <w:rPrChange w:id="3" w:author="Fujitsu's User" w:date="2011-03-08T19:31:00Z">
                    <w:rPr>
                      <w:w w:val="105"/>
                    </w:rPr>
                  </w:rPrChange>
                </w:rPr>
                <w:delText>WUN</w:delText>
              </w:r>
            </w:del>
          </w:p>
        </w:tc>
      </w:tr>
      <w:tr w:rsidR="00B908B1" w:rsidRPr="00510C58" w:rsidTr="006C1C0F">
        <w:trPr>
          <w:trHeight w:hRule="exact" w:val="312"/>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2</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two</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TOO</w:t>
            </w:r>
          </w:p>
        </w:tc>
      </w:tr>
      <w:tr w:rsidR="00B908B1" w:rsidRPr="00510C58" w:rsidTr="006C1C0F">
        <w:trPr>
          <w:trHeight w:hRule="exact" w:val="307"/>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3</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three</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TREE</w:t>
            </w:r>
          </w:p>
        </w:tc>
      </w:tr>
      <w:tr w:rsidR="00B908B1" w:rsidRPr="00510C58" w:rsidTr="006C1C0F">
        <w:trPr>
          <w:trHeight w:hRule="exact" w:val="322"/>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4</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four</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FOWER</w:t>
            </w:r>
          </w:p>
        </w:tc>
      </w:tr>
      <w:tr w:rsidR="00B908B1" w:rsidRPr="00510C58" w:rsidTr="006C1C0F">
        <w:trPr>
          <w:trHeight w:hRule="exact" w:val="345"/>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5</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five</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smartTag w:uri="urn:schemas-microsoft-com:office:smarttags" w:element="place">
              <w:r w:rsidRPr="00510C58">
                <w:rPr>
                  <w:b/>
                  <w:bCs/>
                  <w:w w:val="105"/>
                  <w:sz w:val="23"/>
                  <w:szCs w:val="23"/>
                </w:rPr>
                <w:t>FIFE</w:t>
              </w:r>
            </w:smartTag>
          </w:p>
        </w:tc>
      </w:tr>
      <w:tr w:rsidR="00B908B1" w:rsidRPr="00510C58" w:rsidTr="006C1C0F">
        <w:trPr>
          <w:trHeight w:hRule="exact" w:val="317"/>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6</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six</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B908B1" w:rsidRDefault="00C9735C" w:rsidP="006C1C0F">
            <w:pPr>
              <w:ind w:left="125"/>
              <w:rPr>
                <w:b/>
                <w:w w:val="105"/>
                <w:sz w:val="23"/>
                <w:szCs w:val="23"/>
                <w:rPrChange w:id="4" w:author="Fujitsu's User" w:date="2011-03-08T19:32:00Z">
                  <w:rPr>
                    <w:w w:val="105"/>
                    <w:sz w:val="23"/>
                    <w:szCs w:val="23"/>
                  </w:rPr>
                </w:rPrChange>
              </w:rPr>
            </w:pPr>
            <w:r w:rsidRPr="00C9735C">
              <w:rPr>
                <w:b/>
                <w:w w:val="105"/>
                <w:sz w:val="23"/>
                <w:szCs w:val="23"/>
                <w:rPrChange w:id="5" w:author="Fujitsu's User" w:date="2011-03-08T19:32:00Z">
                  <w:rPr>
                    <w:w w:val="105"/>
                    <w:sz w:val="23"/>
                    <w:szCs w:val="23"/>
                  </w:rPr>
                </w:rPrChange>
              </w:rPr>
              <w:t>SIX</w:t>
            </w:r>
          </w:p>
        </w:tc>
      </w:tr>
      <w:tr w:rsidR="00B908B1" w:rsidRPr="00510C58" w:rsidTr="006C1C0F">
        <w:trPr>
          <w:trHeight w:hRule="exact" w:val="293"/>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7</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seven</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B908B1" w:rsidRDefault="00C9735C" w:rsidP="006C1C0F">
            <w:pPr>
              <w:ind w:left="125"/>
              <w:rPr>
                <w:b/>
                <w:w w:val="105"/>
                <w:sz w:val="23"/>
                <w:szCs w:val="23"/>
                <w:rPrChange w:id="6" w:author="Fujitsu's User" w:date="2011-03-08T19:32:00Z">
                  <w:rPr>
                    <w:w w:val="105"/>
                    <w:sz w:val="23"/>
                    <w:szCs w:val="23"/>
                  </w:rPr>
                </w:rPrChange>
              </w:rPr>
            </w:pPr>
            <w:r w:rsidRPr="00C9735C">
              <w:rPr>
                <w:b/>
                <w:w w:val="105"/>
                <w:sz w:val="23"/>
                <w:szCs w:val="23"/>
                <w:rPrChange w:id="7" w:author="Fujitsu's User" w:date="2011-03-08T19:32:00Z">
                  <w:rPr>
                    <w:w w:val="105"/>
                    <w:sz w:val="23"/>
                    <w:szCs w:val="23"/>
                  </w:rPr>
                </w:rPrChange>
              </w:rPr>
              <w:t>SEVEN</w:t>
            </w:r>
          </w:p>
        </w:tc>
      </w:tr>
      <w:tr w:rsidR="00B908B1" w:rsidRPr="00510C58" w:rsidTr="006C1C0F">
        <w:trPr>
          <w:trHeight w:hRule="exact" w:val="350"/>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8</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eight</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B908B1" w:rsidRDefault="00C9735C" w:rsidP="006C1C0F">
            <w:pPr>
              <w:ind w:left="125"/>
              <w:rPr>
                <w:b/>
                <w:w w:val="105"/>
                <w:sz w:val="23"/>
                <w:szCs w:val="23"/>
                <w:rPrChange w:id="8" w:author="Fujitsu's User" w:date="2011-03-08T19:32:00Z">
                  <w:rPr>
                    <w:w w:val="105"/>
                    <w:sz w:val="23"/>
                    <w:szCs w:val="23"/>
                  </w:rPr>
                </w:rPrChange>
              </w:rPr>
            </w:pPr>
            <w:r w:rsidRPr="00C9735C">
              <w:rPr>
                <w:b/>
                <w:w w:val="105"/>
                <w:sz w:val="23"/>
                <w:szCs w:val="23"/>
                <w:rPrChange w:id="9" w:author="Fujitsu's User" w:date="2011-03-08T19:32:00Z">
                  <w:rPr>
                    <w:w w:val="105"/>
                    <w:sz w:val="23"/>
                    <w:szCs w:val="23"/>
                  </w:rPr>
                </w:rPrChange>
              </w:rPr>
              <w:t>AIT</w:t>
            </w:r>
          </w:p>
        </w:tc>
      </w:tr>
      <w:tr w:rsidR="00B908B1" w:rsidRPr="00510C58" w:rsidTr="006C1C0F">
        <w:trPr>
          <w:trHeight w:hRule="exact" w:val="303"/>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9</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nine</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NINER</w:t>
            </w:r>
          </w:p>
        </w:tc>
      </w:tr>
      <w:tr w:rsidR="00B908B1" w:rsidRPr="00510C58" w:rsidTr="006C1C0F">
        <w:trPr>
          <w:trHeight w:hRule="exact" w:val="355"/>
        </w:trPr>
        <w:tc>
          <w:tcPr>
            <w:tcW w:w="1752"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40"/>
              <w:rPr>
                <w:w w:val="105"/>
                <w:sz w:val="23"/>
                <w:szCs w:val="23"/>
              </w:rPr>
            </w:pPr>
            <w:r w:rsidRPr="00510C58">
              <w:rPr>
                <w:w w:val="105"/>
                <w:sz w:val="23"/>
                <w:szCs w:val="23"/>
              </w:rPr>
              <w:t>1000</w:t>
            </w:r>
          </w:p>
        </w:tc>
        <w:tc>
          <w:tcPr>
            <w:tcW w:w="194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w w:val="105"/>
                <w:sz w:val="23"/>
                <w:szCs w:val="23"/>
              </w:rPr>
            </w:pPr>
            <w:r w:rsidRPr="00510C58">
              <w:rPr>
                <w:w w:val="105"/>
                <w:sz w:val="23"/>
                <w:szCs w:val="23"/>
              </w:rPr>
              <w:t>thousand</w:t>
            </w:r>
          </w:p>
        </w:tc>
        <w:tc>
          <w:tcPr>
            <w:tcW w:w="1719" w:type="dxa"/>
            <w:tcBorders>
              <w:top w:val="single" w:sz="6" w:space="0" w:color="auto"/>
              <w:left w:val="single" w:sz="6" w:space="0" w:color="auto"/>
              <w:bottom w:val="single" w:sz="6" w:space="0" w:color="auto"/>
              <w:right w:val="single" w:sz="6" w:space="0" w:color="auto"/>
            </w:tcBorders>
            <w:vAlign w:val="center"/>
          </w:tcPr>
          <w:p w:rsidR="00B908B1" w:rsidRPr="00510C58" w:rsidRDefault="00B908B1" w:rsidP="006C1C0F">
            <w:pPr>
              <w:ind w:left="125"/>
              <w:rPr>
                <w:b/>
                <w:bCs/>
                <w:w w:val="105"/>
                <w:sz w:val="23"/>
                <w:szCs w:val="23"/>
              </w:rPr>
            </w:pPr>
            <w:r w:rsidRPr="00510C58">
              <w:rPr>
                <w:b/>
                <w:bCs/>
                <w:w w:val="105"/>
                <w:sz w:val="23"/>
                <w:szCs w:val="23"/>
              </w:rPr>
              <w:t>TOUSAND</w:t>
            </w:r>
          </w:p>
        </w:tc>
      </w:tr>
    </w:tbl>
    <w:p w:rsidR="00B908B1" w:rsidDel="00B908B1" w:rsidRDefault="00B908B1" w:rsidP="00E7773B">
      <w:pPr>
        <w:tabs>
          <w:tab w:val="right" w:pos="9407"/>
        </w:tabs>
        <w:spacing w:before="288"/>
        <w:rPr>
          <w:del w:id="10" w:author="Fujitsu's User" w:date="2011-03-08T19:33:00Z"/>
          <w:spacing w:val="-2"/>
        </w:rPr>
      </w:pPr>
    </w:p>
    <w:p w:rsidR="00E7773B" w:rsidRPr="00E7773B" w:rsidRDefault="00E7773B" w:rsidP="00A11CF2">
      <w:pPr>
        <w:tabs>
          <w:tab w:val="left" w:pos="993"/>
          <w:tab w:val="right" w:pos="9407"/>
        </w:tabs>
        <w:spacing w:before="288"/>
        <w:ind w:left="991" w:hangingChars="459" w:hanging="991"/>
        <w:rPr>
          <w:spacing w:val="-2"/>
        </w:rPr>
      </w:pPr>
      <w:r>
        <w:rPr>
          <w:spacing w:val="-2"/>
        </w:rPr>
        <w:t xml:space="preserve">4    </w:t>
      </w:r>
      <w:r>
        <w:rPr>
          <w:spacing w:val="-2"/>
        </w:rPr>
        <w:tab/>
        <w:t>Responses</w:t>
      </w:r>
      <w:ins w:id="11" w:author="Fujitsu's User" w:date="2011-03-08T19:33:00Z">
        <w:r w:rsidR="00B908B1">
          <w:rPr>
            <w:spacing w:val="-2"/>
          </w:rPr>
          <w:t xml:space="preserve"> </w:t>
        </w:r>
      </w:ins>
      <w:r w:rsidR="00B908B1">
        <w:rPr>
          <w:spacing w:val="-2"/>
        </w:rPr>
        <w:t>(P.14)</w:t>
      </w:r>
    </w:p>
    <w:p w:rsidR="00E7773B" w:rsidRPr="00E7773B" w:rsidRDefault="00E7773B" w:rsidP="00A11CF2">
      <w:pPr>
        <w:tabs>
          <w:tab w:val="left" w:pos="993"/>
          <w:tab w:val="right" w:pos="9407"/>
        </w:tabs>
        <w:spacing w:before="288"/>
        <w:ind w:left="973" w:hangingChars="459" w:hanging="973"/>
        <w:rPr>
          <w:spacing w:val="-4"/>
        </w:rPr>
      </w:pPr>
      <w:r w:rsidRPr="00E7773B">
        <w:rPr>
          <w:spacing w:val="-4"/>
        </w:rPr>
        <w:t>4.</w:t>
      </w:r>
      <w:r>
        <w:rPr>
          <w:spacing w:val="-4"/>
        </w:rPr>
        <w:t xml:space="preserve">5  </w:t>
      </w:r>
      <w:r>
        <w:rPr>
          <w:spacing w:val="-4"/>
        </w:rPr>
        <w:tab/>
      </w:r>
      <w:r w:rsidRPr="00E7773B">
        <w:rPr>
          <w:spacing w:val="-2"/>
        </w:rPr>
        <w:t>When an INSTRUCTION (e.g. by a VTS Station, naval vessel or other fully authorized</w:t>
      </w:r>
      <w:r>
        <w:rPr>
          <w:spacing w:val="-2"/>
        </w:rPr>
        <w:t xml:space="preserve"> </w:t>
      </w:r>
      <w:r w:rsidRPr="00E7773B">
        <w:rPr>
          <w:spacing w:val="-4"/>
        </w:rPr>
        <w:t>personnel) or an ADVICE is given, respond</w:t>
      </w:r>
      <w:del w:id="12" w:author="Fujitsu's User" w:date="2011-03-08T19:12:00Z">
        <w:r w:rsidRPr="00E7773B" w:rsidDel="00E7773B">
          <w:rPr>
            <w:spacing w:val="-4"/>
          </w:rPr>
          <w:delText xml:space="preserve"> if in the affirmative</w:delText>
        </w:r>
      </w:del>
      <w:r w:rsidRPr="00E7773B">
        <w:rPr>
          <w:spacing w:val="-4"/>
        </w:rPr>
        <w:t>:</w:t>
      </w:r>
    </w:p>
    <w:p w:rsidR="00E7773B" w:rsidRPr="00E7773B" w:rsidRDefault="00E7773B" w:rsidP="00A11CF2">
      <w:pPr>
        <w:tabs>
          <w:tab w:val="left" w:pos="993"/>
        </w:tabs>
        <w:spacing w:before="36"/>
        <w:ind w:left="973" w:hangingChars="459" w:hanging="973"/>
        <w:rPr>
          <w:spacing w:val="-4"/>
        </w:rPr>
      </w:pPr>
      <w:r>
        <w:rPr>
          <w:spacing w:val="-4"/>
        </w:rPr>
        <w:tab/>
      </w:r>
      <w:r w:rsidRPr="00E7773B">
        <w:rPr>
          <w:spacing w:val="-4"/>
        </w:rPr>
        <w:t xml:space="preserve">"I will/can </w:t>
      </w:r>
      <w:proofErr w:type="gramStart"/>
      <w:r w:rsidRPr="00E7773B">
        <w:rPr>
          <w:spacing w:val="-4"/>
        </w:rPr>
        <w:t>... "</w:t>
      </w:r>
      <w:proofErr w:type="gramEnd"/>
      <w:r w:rsidRPr="00E7773B">
        <w:rPr>
          <w:spacing w:val="-4"/>
        </w:rPr>
        <w:t xml:space="preserve"> - followed by the instruction or advice in full;</w:t>
      </w:r>
      <w:del w:id="13" w:author="Fujitsu's User" w:date="2011-03-08T19:12:00Z">
        <w:r w:rsidRPr="00E7773B" w:rsidDel="00E7773B">
          <w:rPr>
            <w:spacing w:val="-4"/>
          </w:rPr>
          <w:delText xml:space="preserve"> and</w:delText>
        </w:r>
      </w:del>
      <w:ins w:id="14" w:author="Fujitsu's User" w:date="2011-03-08T19:12:00Z">
        <w:r>
          <w:rPr>
            <w:spacing w:val="-4"/>
          </w:rPr>
          <w:t xml:space="preserve"> or</w:t>
        </w:r>
      </w:ins>
      <w:r w:rsidRPr="00E7773B">
        <w:rPr>
          <w:spacing w:val="-4"/>
        </w:rPr>
        <w:t>,</w:t>
      </w:r>
    </w:p>
    <w:p w:rsidR="00E7773B" w:rsidRPr="00E7773B" w:rsidRDefault="00E7773B" w:rsidP="00A11CF2">
      <w:pPr>
        <w:tabs>
          <w:tab w:val="left" w:pos="993"/>
        </w:tabs>
        <w:ind w:left="973" w:hangingChars="459" w:hanging="973"/>
        <w:rPr>
          <w:spacing w:val="-4"/>
        </w:rPr>
      </w:pPr>
      <w:r>
        <w:rPr>
          <w:spacing w:val="-4"/>
        </w:rPr>
        <w:tab/>
      </w:r>
      <w:del w:id="15" w:author="Fujitsu's User" w:date="2011-03-08T19:12:00Z">
        <w:r w:rsidRPr="00E7773B" w:rsidDel="00E7773B">
          <w:rPr>
            <w:spacing w:val="-4"/>
          </w:rPr>
          <w:delText>if in the negative, respond:</w:delText>
        </w:r>
      </w:del>
    </w:p>
    <w:p w:rsidR="00E7773B" w:rsidRPr="00E7773B" w:rsidRDefault="00005ED1" w:rsidP="00A11CF2">
      <w:pPr>
        <w:tabs>
          <w:tab w:val="left" w:pos="993"/>
        </w:tabs>
        <w:ind w:left="973" w:hangingChars="459" w:hanging="973"/>
        <w:jc w:val="center"/>
        <w:rPr>
          <w:spacing w:val="-4"/>
        </w:rPr>
      </w:pPr>
      <w:ins w:id="16" w:author="Fujitsu's User" w:date="2011-03-08T19:16:00Z">
        <w:r>
          <w:rPr>
            <w:spacing w:val="-4"/>
          </w:rPr>
          <w:t xml:space="preserve">    </w:t>
        </w:r>
      </w:ins>
      <w:del w:id="17" w:author="Fujitsu's User" w:date="2011-03-08T19:16:00Z">
        <w:r w:rsidR="00E7773B" w:rsidDel="00005ED1">
          <w:rPr>
            <w:spacing w:val="-4"/>
          </w:rPr>
          <w:tab/>
        </w:r>
      </w:del>
      <w:r w:rsidR="00E7773B" w:rsidRPr="00E7773B">
        <w:rPr>
          <w:spacing w:val="-4"/>
        </w:rPr>
        <w:t xml:space="preserve">"I will not/cannot </w:t>
      </w:r>
      <w:proofErr w:type="gramStart"/>
      <w:r w:rsidR="00E7773B" w:rsidRPr="00E7773B">
        <w:rPr>
          <w:spacing w:val="-4"/>
        </w:rPr>
        <w:t>... "</w:t>
      </w:r>
      <w:proofErr w:type="gramEnd"/>
      <w:r w:rsidR="00E7773B" w:rsidRPr="00E7773B">
        <w:rPr>
          <w:spacing w:val="-4"/>
        </w:rPr>
        <w:t xml:space="preserve"> - followed by the instruction or advice in full.</w:t>
      </w:r>
    </w:p>
    <w:p w:rsidR="006F515C" w:rsidRDefault="00E7773B" w:rsidP="006F515C">
      <w:pPr>
        <w:tabs>
          <w:tab w:val="left" w:pos="993"/>
        </w:tabs>
        <w:spacing w:before="252"/>
        <w:ind w:left="927" w:right="84" w:hangingChars="459" w:hanging="927"/>
        <w:rPr>
          <w:ins w:id="18" w:author="Fujitsu's User" w:date="2011-03-08T19:15:00Z"/>
          <w:spacing w:val="-9"/>
        </w:rPr>
        <w:pPrChange w:id="19" w:author="Fujitsu's User" w:date="2011-03-08T19:15:00Z">
          <w:pPr>
            <w:tabs>
              <w:tab w:val="left" w:pos="993"/>
            </w:tabs>
            <w:spacing w:before="252"/>
            <w:ind w:left="927" w:right="2592" w:hangingChars="459" w:hanging="927"/>
          </w:pPr>
        </w:pPrChange>
      </w:pPr>
      <w:r>
        <w:rPr>
          <w:spacing w:val="-9"/>
        </w:rPr>
        <w:tab/>
      </w:r>
      <w:ins w:id="20" w:author="Fujitsu's User" w:date="2011-03-08T19:14:00Z">
        <w:r w:rsidRPr="00E7773B">
          <w:rPr>
            <w:spacing w:val="-9"/>
          </w:rPr>
          <w:t>Example: "</w:t>
        </w:r>
        <w:r>
          <w:rPr>
            <w:spacing w:val="-9"/>
          </w:rPr>
          <w:t>INSTRUCTION</w:t>
        </w:r>
        <w:r w:rsidRPr="00E7773B">
          <w:rPr>
            <w:spacing w:val="-9"/>
          </w:rPr>
          <w:t xml:space="preserve">. </w:t>
        </w:r>
        <w:r>
          <w:rPr>
            <w:spacing w:val="-9"/>
          </w:rPr>
          <w:t xml:space="preserve">Slow down your vessel </w:t>
        </w:r>
        <w:proofErr w:type="spellStart"/>
        <w:r>
          <w:rPr>
            <w:spacing w:val="-9"/>
          </w:rPr>
          <w:t>immdeately</w:t>
        </w:r>
        <w:proofErr w:type="spellEnd"/>
        <w:proofErr w:type="gramStart"/>
        <w:r>
          <w:rPr>
            <w:spacing w:val="-9"/>
          </w:rPr>
          <w:t>.</w:t>
        </w:r>
        <w:r w:rsidRPr="00E7773B">
          <w:rPr>
            <w:spacing w:val="-9"/>
          </w:rPr>
          <w:t>."</w:t>
        </w:r>
        <w:proofErr w:type="gramEnd"/>
        <w:r w:rsidRPr="00E7773B">
          <w:rPr>
            <w:spacing w:val="-9"/>
          </w:rPr>
          <w:t xml:space="preserve"> </w:t>
        </w:r>
      </w:ins>
    </w:p>
    <w:p w:rsidR="00E7773B" w:rsidRDefault="00E7773B" w:rsidP="00E7773B">
      <w:pPr>
        <w:tabs>
          <w:tab w:val="left" w:pos="993"/>
        </w:tabs>
        <w:spacing w:before="252"/>
        <w:ind w:left="927" w:right="2592" w:hangingChars="459" w:hanging="927"/>
        <w:rPr>
          <w:ins w:id="21" w:author="Fujitsu's User" w:date="2011-03-08T19:14:00Z"/>
          <w:spacing w:val="-9"/>
        </w:rPr>
      </w:pPr>
      <w:ins w:id="22" w:author="Fujitsu's User" w:date="2011-03-08T19:15:00Z">
        <w:r>
          <w:rPr>
            <w:spacing w:val="-9"/>
          </w:rPr>
          <w:tab/>
        </w:r>
      </w:ins>
      <w:ins w:id="23" w:author="Fujitsu's User" w:date="2011-03-08T19:14:00Z">
        <w:r w:rsidR="00C9735C" w:rsidRPr="00C9735C">
          <w:rPr>
            <w:spacing w:val="-9"/>
            <w:rPrChange w:id="24" w:author="Fujitsu's User" w:date="2011-03-08T19:16:00Z">
              <w:rPr>
                <w:spacing w:val="-4"/>
              </w:rPr>
            </w:rPrChange>
          </w:rPr>
          <w:t xml:space="preserve">Respond: "I will </w:t>
        </w:r>
      </w:ins>
      <w:ins w:id="25" w:author="Fujitsu's User" w:date="2011-03-08T19:15:00Z">
        <w:r w:rsidR="00C9735C" w:rsidRPr="00C9735C">
          <w:rPr>
            <w:spacing w:val="-9"/>
            <w:rPrChange w:id="26" w:author="Fujitsu's User" w:date="2011-03-08T19:16:00Z">
              <w:rPr>
                <w:spacing w:val="-4"/>
              </w:rPr>
            </w:rPrChange>
          </w:rPr>
          <w:t>s</w:t>
        </w:r>
        <w:r>
          <w:rPr>
            <w:spacing w:val="-9"/>
          </w:rPr>
          <w:t>low down my vessel imm</w:t>
        </w:r>
      </w:ins>
      <w:ins w:id="27" w:author="Fujitsu's User" w:date="2011-03-08T19:16:00Z">
        <w:r>
          <w:rPr>
            <w:spacing w:val="-9"/>
          </w:rPr>
          <w:t>e</w:t>
        </w:r>
      </w:ins>
      <w:ins w:id="28" w:author="Fujitsu's User" w:date="2011-03-08T19:15:00Z">
        <w:r>
          <w:rPr>
            <w:spacing w:val="-9"/>
          </w:rPr>
          <w:t>d</w:t>
        </w:r>
      </w:ins>
      <w:ins w:id="29" w:author="Fujitsu's User" w:date="2011-03-08T19:16:00Z">
        <w:r w:rsidR="00005ED1">
          <w:rPr>
            <w:spacing w:val="-9"/>
          </w:rPr>
          <w:t>iately</w:t>
        </w:r>
      </w:ins>
    </w:p>
    <w:p w:rsidR="006F515C" w:rsidRDefault="00005ED1" w:rsidP="006F515C">
      <w:pPr>
        <w:tabs>
          <w:tab w:val="left" w:pos="993"/>
        </w:tabs>
        <w:spacing w:before="252"/>
        <w:ind w:left="927" w:right="226" w:hangingChars="459" w:hanging="927"/>
        <w:rPr>
          <w:ins w:id="30" w:author="Fujitsu's User" w:date="2011-03-08T19:17:00Z"/>
          <w:spacing w:val="-9"/>
        </w:rPr>
        <w:pPrChange w:id="31" w:author="Fujitsu's User" w:date="2011-03-08T19:16:00Z">
          <w:pPr>
            <w:tabs>
              <w:tab w:val="left" w:pos="993"/>
            </w:tabs>
            <w:spacing w:before="252"/>
            <w:ind w:left="927" w:right="2592" w:hangingChars="459" w:hanging="927"/>
          </w:pPr>
        </w:pPrChange>
      </w:pPr>
      <w:ins w:id="32" w:author="Fujitsu's User" w:date="2011-03-08T19:16:00Z">
        <w:r>
          <w:rPr>
            <w:spacing w:val="-9"/>
          </w:rPr>
          <w:tab/>
        </w:r>
      </w:ins>
      <w:r w:rsidR="00E7773B" w:rsidRPr="00E7773B">
        <w:rPr>
          <w:spacing w:val="-9"/>
        </w:rPr>
        <w:t xml:space="preserve">Example: "ADVICE. Do not overtake the vessel </w:t>
      </w:r>
      <w:proofErr w:type="gramStart"/>
      <w:r w:rsidR="00E7773B" w:rsidRPr="00E7773B">
        <w:rPr>
          <w:spacing w:val="-9"/>
        </w:rPr>
        <w:t>North</w:t>
      </w:r>
      <w:proofErr w:type="gramEnd"/>
      <w:r w:rsidR="00E7773B" w:rsidRPr="00E7773B">
        <w:rPr>
          <w:spacing w:val="-9"/>
        </w:rPr>
        <w:t xml:space="preserve"> of you." </w:t>
      </w:r>
    </w:p>
    <w:p w:rsidR="006F515C" w:rsidRDefault="00005ED1" w:rsidP="006F515C">
      <w:pPr>
        <w:tabs>
          <w:tab w:val="left" w:pos="993"/>
        </w:tabs>
        <w:spacing w:before="252"/>
        <w:ind w:left="927" w:right="226" w:hangingChars="459" w:hanging="927"/>
        <w:rPr>
          <w:spacing w:val="-4"/>
        </w:rPr>
        <w:pPrChange w:id="33" w:author="Fujitsu's User" w:date="2011-03-08T19:17:00Z">
          <w:pPr>
            <w:tabs>
              <w:tab w:val="left" w:pos="993"/>
            </w:tabs>
            <w:spacing w:before="252"/>
            <w:ind w:left="927" w:right="2592" w:hangingChars="459" w:hanging="927"/>
          </w:pPr>
        </w:pPrChange>
      </w:pPr>
      <w:ins w:id="34" w:author="Fujitsu's User" w:date="2011-03-08T19:17:00Z">
        <w:r>
          <w:rPr>
            <w:spacing w:val="-9"/>
          </w:rPr>
          <w:tab/>
        </w:r>
      </w:ins>
      <w:r w:rsidR="00E7773B" w:rsidRPr="00E7773B">
        <w:rPr>
          <w:spacing w:val="-4"/>
        </w:rPr>
        <w:t xml:space="preserve">Respond: "I will not overtake the vessel </w:t>
      </w:r>
      <w:proofErr w:type="gramStart"/>
      <w:r w:rsidR="00E7773B" w:rsidRPr="00E7773B">
        <w:rPr>
          <w:spacing w:val="-4"/>
        </w:rPr>
        <w:t>North</w:t>
      </w:r>
      <w:proofErr w:type="gramEnd"/>
      <w:r w:rsidR="00E7773B" w:rsidRPr="00E7773B">
        <w:rPr>
          <w:spacing w:val="-4"/>
        </w:rPr>
        <w:t xml:space="preserve"> of me." </w:t>
      </w:r>
    </w:p>
    <w:p w:rsidR="00E7773B" w:rsidRDefault="00E7773B">
      <w:pPr>
        <w:rPr>
          <w:ins w:id="35" w:author="Fujitsu's User" w:date="2011-03-08T21:36:00Z"/>
        </w:rPr>
      </w:pPr>
    </w:p>
    <w:p w:rsidR="00824E47" w:rsidRPr="00462E55" w:rsidRDefault="00824E47" w:rsidP="00462E55">
      <w:pPr>
        <w:tabs>
          <w:tab w:val="left" w:pos="993"/>
          <w:tab w:val="right" w:pos="9407"/>
        </w:tabs>
        <w:spacing w:before="288"/>
        <w:ind w:left="991" w:hangingChars="459" w:hanging="991"/>
        <w:rPr>
          <w:spacing w:val="-2"/>
        </w:rPr>
      </w:pPr>
      <w:r w:rsidRPr="00462E55">
        <w:rPr>
          <w:spacing w:val="-2"/>
        </w:rPr>
        <w:t xml:space="preserve">18.2 </w:t>
      </w:r>
      <w:r w:rsidR="00462E55">
        <w:rPr>
          <w:spacing w:val="-2"/>
        </w:rPr>
        <w:tab/>
      </w:r>
      <w:r w:rsidRPr="00462E55">
        <w:rPr>
          <w:spacing w:val="-2"/>
        </w:rPr>
        <w:t>The word "</w:t>
      </w:r>
      <w:proofErr w:type="gramStart"/>
      <w:r w:rsidRPr="00462E55">
        <w:rPr>
          <w:spacing w:val="-2"/>
        </w:rPr>
        <w:t>can</w:t>
      </w:r>
      <w:proofErr w:type="gramEnd"/>
      <w:r w:rsidRPr="00462E55">
        <w:rPr>
          <w:spacing w:val="-2"/>
        </w:rPr>
        <w:t>" (P.17)</w:t>
      </w:r>
    </w:p>
    <w:p w:rsidR="00824E47" w:rsidRDefault="00824E47" w:rsidP="00462E55">
      <w:pPr>
        <w:tabs>
          <w:tab w:val="left" w:pos="993"/>
        </w:tabs>
        <w:spacing w:before="252"/>
        <w:ind w:left="960"/>
        <w:jc w:val="both"/>
        <w:rPr>
          <w:spacing w:val="-3"/>
          <w:w w:val="105"/>
          <w:sz w:val="23"/>
          <w:szCs w:val="23"/>
        </w:rPr>
      </w:pPr>
      <w:r>
        <w:rPr>
          <w:spacing w:val="-2"/>
          <w:w w:val="105"/>
          <w:sz w:val="23"/>
          <w:szCs w:val="23"/>
        </w:rPr>
        <w:t xml:space="preserve">The word "can" describes either the possibility or the capability of doing something. In the </w:t>
      </w:r>
      <w:r>
        <w:rPr>
          <w:spacing w:val="-8"/>
          <w:w w:val="105"/>
          <w:sz w:val="23"/>
          <w:szCs w:val="23"/>
        </w:rPr>
        <w:t xml:space="preserve">IMO SMCP the situations where phrases using the word "can" appear make it clear whether a </w:t>
      </w:r>
      <w:r>
        <w:rPr>
          <w:spacing w:val="-3"/>
          <w:w w:val="105"/>
          <w:sz w:val="23"/>
          <w:szCs w:val="23"/>
        </w:rPr>
        <w:t xml:space="preserve">possibility is referred to. </w:t>
      </w:r>
    </w:p>
    <w:p w:rsidR="00824E47" w:rsidDel="00824E47" w:rsidRDefault="00824E47" w:rsidP="00462E55">
      <w:pPr>
        <w:tabs>
          <w:tab w:val="left" w:pos="993"/>
        </w:tabs>
        <w:spacing w:before="252"/>
        <w:ind w:left="993"/>
        <w:jc w:val="both"/>
        <w:rPr>
          <w:del w:id="36" w:author="Fujitsu's User" w:date="2011-03-08T21:54:00Z"/>
          <w:spacing w:val="-4"/>
          <w:w w:val="105"/>
          <w:sz w:val="23"/>
          <w:szCs w:val="23"/>
        </w:rPr>
      </w:pPr>
      <w:del w:id="37" w:author="Fujitsu's User" w:date="2011-03-08T21:54:00Z">
        <w:r w:rsidDel="00824E47">
          <w:rPr>
            <w:spacing w:val="-3"/>
            <w:w w:val="105"/>
            <w:sz w:val="23"/>
            <w:szCs w:val="23"/>
          </w:rPr>
          <w:delText xml:space="preserve">In an ambiguous context, however, say, for example: "QUESTION. </w:delText>
        </w:r>
        <w:r w:rsidDel="00824E47">
          <w:rPr>
            <w:spacing w:val="-1"/>
            <w:w w:val="105"/>
            <w:sz w:val="23"/>
            <w:szCs w:val="23"/>
          </w:rPr>
          <w:delText xml:space="preserve">Do I have permission to use the shallow draft fairway at this time?" Do not say: "Can I use </w:delText>
        </w:r>
        <w:r w:rsidDel="00824E47">
          <w:rPr>
            <w:spacing w:val="-3"/>
            <w:w w:val="105"/>
            <w:sz w:val="23"/>
            <w:szCs w:val="23"/>
          </w:rPr>
          <w:delText xml:space="preserve">the shallow draft fairway at this time?" if you are asking for a permission. (The same applies </w:delText>
        </w:r>
        <w:r w:rsidDel="00824E47">
          <w:rPr>
            <w:spacing w:val="-4"/>
            <w:w w:val="105"/>
            <w:sz w:val="23"/>
            <w:szCs w:val="23"/>
          </w:rPr>
          <w:delText>to the word "may").</w:delText>
        </w:r>
      </w:del>
    </w:p>
    <w:p w:rsidR="009E69B1" w:rsidRDefault="009E69B1" w:rsidP="00462E55">
      <w:pPr>
        <w:spacing w:before="288"/>
        <w:ind w:left="480" w:firstLine="480"/>
        <w:rPr>
          <w:ins w:id="38" w:author="Fujitsu's User" w:date="2011-03-08T21:55:00Z"/>
          <w:w w:val="105"/>
          <w:sz w:val="23"/>
          <w:szCs w:val="23"/>
        </w:rPr>
      </w:pPr>
      <w:ins w:id="39" w:author="Fujitsu's User" w:date="2011-03-08T21:55:00Z">
        <w:r>
          <w:rPr>
            <w:w w:val="105"/>
            <w:sz w:val="23"/>
            <w:szCs w:val="23"/>
          </w:rPr>
          <w:t xml:space="preserve">Can </w:t>
        </w:r>
      </w:ins>
    </w:p>
    <w:p w:rsidR="009E69B1" w:rsidRPr="00824E47" w:rsidRDefault="009E69B1" w:rsidP="00CD5C65">
      <w:pPr>
        <w:tabs>
          <w:tab w:val="left" w:pos="2977"/>
          <w:tab w:val="right" w:pos="7918"/>
        </w:tabs>
        <w:ind w:leftChars="644" w:left="2977" w:hanging="1560"/>
        <w:rPr>
          <w:ins w:id="40" w:author="Fujitsu's User" w:date="2011-03-08T21:55:00Z"/>
          <w:spacing w:val="-6"/>
          <w:w w:val="105"/>
          <w:sz w:val="23"/>
          <w:szCs w:val="23"/>
        </w:rPr>
      </w:pPr>
      <w:ins w:id="41" w:author="Fujitsu's User" w:date="2011-03-08T21:55:00Z">
        <w:r>
          <w:rPr>
            <w:spacing w:val="-6"/>
            <w:w w:val="105"/>
            <w:sz w:val="23"/>
            <w:szCs w:val="23"/>
          </w:rPr>
          <w:t>Do not say:</w:t>
        </w:r>
        <w:r>
          <w:rPr>
            <w:spacing w:val="-6"/>
            <w:w w:val="105"/>
            <w:sz w:val="23"/>
            <w:szCs w:val="23"/>
          </w:rPr>
          <w:tab/>
        </w:r>
        <w:r w:rsidRPr="00824E47">
          <w:rPr>
            <w:spacing w:val="-6"/>
            <w:w w:val="105"/>
            <w:sz w:val="23"/>
            <w:szCs w:val="23"/>
          </w:rPr>
          <w:t>"Can I use the shallow draft fairway at this time?"</w:t>
        </w:r>
      </w:ins>
    </w:p>
    <w:p w:rsidR="009E69B1" w:rsidRDefault="009E69B1" w:rsidP="00CD5C65">
      <w:pPr>
        <w:tabs>
          <w:tab w:val="left" w:pos="2977"/>
          <w:tab w:val="right" w:pos="5000"/>
        </w:tabs>
        <w:ind w:leftChars="1159" w:left="4110" w:hanging="1560"/>
        <w:rPr>
          <w:ins w:id="42" w:author="Fujitsu's User" w:date="2011-03-08T21:55:00Z"/>
          <w:spacing w:val="-4"/>
          <w:w w:val="105"/>
          <w:sz w:val="23"/>
          <w:szCs w:val="23"/>
        </w:rPr>
      </w:pPr>
    </w:p>
    <w:p w:rsidR="009E69B1" w:rsidRPr="00824E47" w:rsidRDefault="009E69B1" w:rsidP="00CD5C65">
      <w:pPr>
        <w:ind w:leftChars="645" w:left="2978" w:hangingChars="680" w:hanging="1559"/>
        <w:rPr>
          <w:ins w:id="43" w:author="Fujitsu's User" w:date="2011-03-08T21:55:00Z"/>
          <w:spacing w:val="-6"/>
          <w:w w:val="105"/>
          <w:sz w:val="23"/>
          <w:szCs w:val="23"/>
        </w:rPr>
      </w:pPr>
      <w:ins w:id="44" w:author="Fujitsu's User" w:date="2011-03-08T21:55:00Z">
        <w:r>
          <w:rPr>
            <w:spacing w:val="-6"/>
            <w:w w:val="105"/>
            <w:sz w:val="23"/>
            <w:szCs w:val="23"/>
          </w:rPr>
          <w:t>Say:</w:t>
        </w:r>
      </w:ins>
      <w:r w:rsidR="00462E55">
        <w:rPr>
          <w:spacing w:val="-6"/>
          <w:w w:val="105"/>
          <w:sz w:val="23"/>
          <w:szCs w:val="23"/>
        </w:rPr>
        <w:tab/>
      </w:r>
      <w:ins w:id="45" w:author="Fujitsu's User" w:date="2011-03-08T21:55:00Z">
        <w:r w:rsidRPr="00824E47">
          <w:rPr>
            <w:spacing w:val="-6"/>
            <w:w w:val="105"/>
            <w:sz w:val="23"/>
            <w:szCs w:val="23"/>
          </w:rPr>
          <w:t>" QUESTION</w:t>
        </w:r>
        <w:proofErr w:type="gramStart"/>
        <w:r w:rsidRPr="00824E47">
          <w:rPr>
            <w:spacing w:val="-6"/>
            <w:w w:val="105"/>
            <w:sz w:val="23"/>
            <w:szCs w:val="23"/>
          </w:rPr>
          <w:t xml:space="preserve">. </w:t>
        </w:r>
        <w:proofErr w:type="gramEnd"/>
        <w:r w:rsidRPr="00824E47">
          <w:rPr>
            <w:spacing w:val="-6"/>
            <w:w w:val="105"/>
            <w:sz w:val="23"/>
            <w:szCs w:val="23"/>
          </w:rPr>
          <w:t>Do I have permission to use the shallow draft fairway at this time?"</w:t>
        </w:r>
      </w:ins>
    </w:p>
    <w:p w:rsidR="00883401" w:rsidRDefault="00883401">
      <w:pPr>
        <w:rPr>
          <w:ins w:id="46" w:author="Fujitsu's User" w:date="2011-03-08T22:21:00Z"/>
        </w:rPr>
      </w:pPr>
    </w:p>
    <w:p w:rsidR="00576685" w:rsidRDefault="00576685">
      <w:pPr>
        <w:rPr>
          <w:ins w:id="47" w:author="Fujitsu's User" w:date="2011-03-08T22:21:00Z"/>
        </w:rPr>
      </w:pPr>
    </w:p>
    <w:p w:rsidR="00576685" w:rsidRDefault="00576685" w:rsidP="00576685">
      <w:pPr>
        <w:tabs>
          <w:tab w:val="right" w:pos="9619"/>
        </w:tabs>
        <w:spacing w:before="252"/>
        <w:ind w:left="144"/>
        <w:rPr>
          <w:spacing w:val="-22"/>
          <w:w w:val="105"/>
          <w:sz w:val="23"/>
          <w:szCs w:val="23"/>
        </w:rPr>
      </w:pPr>
      <w:r>
        <w:rPr>
          <w:spacing w:val="-22"/>
          <w:w w:val="105"/>
          <w:sz w:val="23"/>
          <w:szCs w:val="23"/>
        </w:rPr>
        <w:t>GLOSSARY (P.21)</w:t>
      </w:r>
    </w:p>
    <w:p w:rsidR="00576685" w:rsidRPr="00576685" w:rsidRDefault="00576685" w:rsidP="00A11CF2">
      <w:pPr>
        <w:tabs>
          <w:tab w:val="right" w:pos="9619"/>
        </w:tabs>
        <w:spacing w:before="252"/>
        <w:ind w:leftChars="64" w:left="2269" w:hangingChars="1079" w:hanging="2128"/>
        <w:rPr>
          <w:spacing w:val="4"/>
          <w:w w:val="105"/>
          <w:sz w:val="23"/>
          <w:szCs w:val="23"/>
        </w:rPr>
      </w:pPr>
      <w:r>
        <w:rPr>
          <w:spacing w:val="-22"/>
          <w:w w:val="105"/>
          <w:sz w:val="23"/>
          <w:szCs w:val="23"/>
        </w:rPr>
        <w:lastRenderedPageBreak/>
        <w:t>Hoist</w:t>
      </w:r>
      <w:r>
        <w:rPr>
          <w:spacing w:val="-22"/>
          <w:w w:val="105"/>
          <w:sz w:val="23"/>
          <w:szCs w:val="23"/>
        </w:rPr>
        <w:tab/>
      </w:r>
      <w:del w:id="48" w:author="Fujitsu's User" w:date="2011-03-08T22:24:00Z">
        <w:r w:rsidDel="00576685">
          <w:rPr>
            <w:spacing w:val="4"/>
            <w:w w:val="105"/>
            <w:sz w:val="23"/>
            <w:szCs w:val="23"/>
          </w:rPr>
          <w:delText xml:space="preserve">Here: a </w:delText>
        </w:r>
      </w:del>
      <w:ins w:id="49" w:author="Fujitsu's User" w:date="2011-03-08T22:24:00Z">
        <w:r>
          <w:rPr>
            <w:spacing w:val="4"/>
            <w:w w:val="105"/>
            <w:sz w:val="23"/>
            <w:szCs w:val="23"/>
          </w:rPr>
          <w:t xml:space="preserve"> A </w:t>
        </w:r>
      </w:ins>
      <w:r>
        <w:rPr>
          <w:spacing w:val="4"/>
          <w:w w:val="105"/>
          <w:sz w:val="23"/>
          <w:szCs w:val="23"/>
        </w:rPr>
        <w:t xml:space="preserve">cable used by helicopters for lifting or lowering persons in a </w:t>
      </w:r>
      <w:r>
        <w:rPr>
          <w:spacing w:val="-4"/>
          <w:w w:val="105"/>
          <w:sz w:val="23"/>
          <w:szCs w:val="23"/>
        </w:rPr>
        <w:t>pick-up operation</w:t>
      </w:r>
    </w:p>
    <w:p w:rsidR="00A62F23" w:rsidRDefault="00A62F23" w:rsidP="00A11CF2">
      <w:pPr>
        <w:tabs>
          <w:tab w:val="right" w:pos="9619"/>
        </w:tabs>
        <w:spacing w:before="252"/>
        <w:ind w:leftChars="64" w:left="2269" w:hangingChars="1079" w:hanging="2128"/>
        <w:rPr>
          <w:ins w:id="50" w:author="Fujitsu's User" w:date="2011-03-08T22:29:00Z"/>
          <w:spacing w:val="-22"/>
          <w:w w:val="105"/>
          <w:sz w:val="23"/>
          <w:szCs w:val="23"/>
        </w:rPr>
      </w:pPr>
      <w:r w:rsidRPr="00A62F23">
        <w:rPr>
          <w:spacing w:val="-22"/>
          <w:w w:val="105"/>
          <w:sz w:val="23"/>
          <w:szCs w:val="23"/>
        </w:rPr>
        <w:t>List</w:t>
      </w:r>
      <w:r w:rsidRPr="00A62F23">
        <w:rPr>
          <w:spacing w:val="-22"/>
          <w:w w:val="105"/>
          <w:sz w:val="23"/>
          <w:szCs w:val="23"/>
        </w:rPr>
        <w:tab/>
      </w:r>
      <w:del w:id="51" w:author="Fujitsu's User" w:date="2011-03-08T22:27:00Z">
        <w:r w:rsidRPr="00A62F23" w:rsidDel="00A62F23">
          <w:rPr>
            <w:spacing w:val="-22"/>
            <w:w w:val="105"/>
            <w:sz w:val="23"/>
            <w:szCs w:val="23"/>
          </w:rPr>
          <w:delText>Here: i</w:delText>
        </w:r>
      </w:del>
      <w:ins w:id="52" w:author="Fujitsu's User" w:date="2011-03-08T22:27:00Z">
        <w:r>
          <w:rPr>
            <w:spacing w:val="-22"/>
            <w:w w:val="105"/>
            <w:sz w:val="23"/>
            <w:szCs w:val="23"/>
          </w:rPr>
          <w:t>I I</w:t>
        </w:r>
      </w:ins>
      <w:r w:rsidRPr="00A62F23">
        <w:rPr>
          <w:spacing w:val="-22"/>
          <w:w w:val="105"/>
          <w:sz w:val="23"/>
          <w:szCs w:val="23"/>
        </w:rPr>
        <w:t>nclination of the vessel to port side or starboard side</w:t>
      </w:r>
    </w:p>
    <w:p w:rsidR="00A62F23" w:rsidRDefault="00A62F23" w:rsidP="00A11CF2">
      <w:pPr>
        <w:tabs>
          <w:tab w:val="right" w:pos="9619"/>
        </w:tabs>
        <w:spacing w:before="252"/>
        <w:ind w:leftChars="64" w:left="2269" w:hangingChars="1079" w:hanging="2128"/>
        <w:rPr>
          <w:spacing w:val="-22"/>
          <w:w w:val="105"/>
          <w:sz w:val="23"/>
          <w:szCs w:val="23"/>
        </w:rPr>
      </w:pPr>
      <w:r w:rsidRPr="00A62F23">
        <w:rPr>
          <w:spacing w:val="-22"/>
          <w:w w:val="105"/>
          <w:sz w:val="23"/>
          <w:szCs w:val="23"/>
        </w:rPr>
        <w:t>Recover (to)</w:t>
      </w:r>
      <w:r w:rsidRPr="00A62F23">
        <w:rPr>
          <w:spacing w:val="-22"/>
          <w:w w:val="105"/>
          <w:sz w:val="23"/>
          <w:szCs w:val="23"/>
        </w:rPr>
        <w:tab/>
      </w:r>
      <w:del w:id="53" w:author="Fujitsu's User" w:date="2011-03-08T22:30:00Z">
        <w:r w:rsidRPr="00A62F23" w:rsidDel="00A62F23">
          <w:rPr>
            <w:spacing w:val="-22"/>
            <w:w w:val="105"/>
            <w:sz w:val="23"/>
            <w:szCs w:val="23"/>
          </w:rPr>
          <w:delText>Here: t</w:delText>
        </w:r>
      </w:del>
      <w:ins w:id="54" w:author="Fujitsu's User" w:date="2011-03-08T22:30:00Z">
        <w:r>
          <w:rPr>
            <w:spacing w:val="-22"/>
            <w:w w:val="105"/>
            <w:sz w:val="23"/>
            <w:szCs w:val="23"/>
          </w:rPr>
          <w:t xml:space="preserve"> </w:t>
        </w:r>
        <w:proofErr w:type="gramStart"/>
        <w:r>
          <w:rPr>
            <w:spacing w:val="-22"/>
            <w:w w:val="105"/>
            <w:sz w:val="23"/>
            <w:szCs w:val="23"/>
          </w:rPr>
          <w:t>T</w:t>
        </w:r>
      </w:ins>
      <w:r w:rsidRPr="00A62F23">
        <w:rPr>
          <w:spacing w:val="-22"/>
          <w:w w:val="105"/>
          <w:sz w:val="23"/>
          <w:szCs w:val="23"/>
        </w:rPr>
        <w:t>o</w:t>
      </w:r>
      <w:proofErr w:type="gramEnd"/>
      <w:r w:rsidRPr="00A62F23">
        <w:rPr>
          <w:spacing w:val="-22"/>
          <w:w w:val="105"/>
          <w:sz w:val="23"/>
          <w:szCs w:val="23"/>
        </w:rPr>
        <w:t xml:space="preserve"> pick up shipwrecked persons</w:t>
      </w:r>
    </w:p>
    <w:p w:rsidR="00A62F23" w:rsidRDefault="002B5ED1" w:rsidP="00A11CF2">
      <w:pPr>
        <w:tabs>
          <w:tab w:val="right" w:pos="9619"/>
        </w:tabs>
        <w:spacing w:before="252"/>
        <w:ind w:leftChars="64" w:left="2269" w:hangingChars="1079" w:hanging="2128"/>
        <w:rPr>
          <w:spacing w:val="-22"/>
          <w:w w:val="105"/>
          <w:sz w:val="23"/>
          <w:szCs w:val="23"/>
        </w:rPr>
      </w:pPr>
      <w:r w:rsidRPr="002B5ED1">
        <w:rPr>
          <w:spacing w:val="-22"/>
          <w:w w:val="105"/>
          <w:sz w:val="23"/>
          <w:szCs w:val="23"/>
        </w:rPr>
        <w:t>Resume (to)</w:t>
      </w:r>
      <w:r w:rsidRPr="002B5ED1">
        <w:rPr>
          <w:spacing w:val="-22"/>
          <w:w w:val="105"/>
          <w:sz w:val="23"/>
          <w:szCs w:val="23"/>
        </w:rPr>
        <w:tab/>
      </w:r>
      <w:del w:id="55" w:author="Fujitsu's User" w:date="2011-03-08T22:31:00Z">
        <w:r w:rsidRPr="002B5ED1" w:rsidDel="002B5ED1">
          <w:rPr>
            <w:spacing w:val="-22"/>
            <w:w w:val="105"/>
            <w:sz w:val="23"/>
            <w:szCs w:val="23"/>
          </w:rPr>
          <w:delText>Here: t</w:delText>
        </w:r>
      </w:del>
      <w:ins w:id="56" w:author="Fujitsu's User" w:date="2011-03-08T22:31:00Z">
        <w:r>
          <w:rPr>
            <w:spacing w:val="-22"/>
            <w:w w:val="105"/>
            <w:sz w:val="23"/>
            <w:szCs w:val="23"/>
          </w:rPr>
          <w:t xml:space="preserve"> </w:t>
        </w:r>
        <w:proofErr w:type="gramStart"/>
        <w:r>
          <w:rPr>
            <w:spacing w:val="-22"/>
            <w:w w:val="105"/>
            <w:sz w:val="23"/>
            <w:szCs w:val="23"/>
          </w:rPr>
          <w:t>T</w:t>
        </w:r>
      </w:ins>
      <w:r w:rsidRPr="002B5ED1">
        <w:rPr>
          <w:spacing w:val="-22"/>
          <w:w w:val="105"/>
          <w:sz w:val="23"/>
          <w:szCs w:val="23"/>
        </w:rPr>
        <w:t>o</w:t>
      </w:r>
      <w:proofErr w:type="gramEnd"/>
      <w:r w:rsidRPr="002B5ED1">
        <w:rPr>
          <w:spacing w:val="-22"/>
          <w:w w:val="105"/>
          <w:sz w:val="23"/>
          <w:szCs w:val="23"/>
        </w:rPr>
        <w:t xml:space="preserve"> re-start a voyage, service or search</w:t>
      </w:r>
    </w:p>
    <w:p w:rsidR="00B97F63" w:rsidRPr="00B97F63" w:rsidRDefault="00B97F63" w:rsidP="00A11CF2">
      <w:pPr>
        <w:tabs>
          <w:tab w:val="right" w:pos="9619"/>
        </w:tabs>
        <w:spacing w:before="252"/>
        <w:ind w:leftChars="64" w:left="2269" w:hangingChars="1079" w:hanging="2128"/>
        <w:rPr>
          <w:spacing w:val="-22"/>
          <w:w w:val="105"/>
          <w:sz w:val="23"/>
          <w:szCs w:val="23"/>
        </w:rPr>
      </w:pPr>
      <w:r w:rsidRPr="00B97F63">
        <w:rPr>
          <w:spacing w:val="-22"/>
          <w:w w:val="105"/>
          <w:sz w:val="23"/>
          <w:szCs w:val="23"/>
        </w:rPr>
        <w:t>Elongated spreader</w:t>
      </w:r>
      <w:r w:rsidRPr="00B97F63">
        <w:rPr>
          <w:spacing w:val="-22"/>
          <w:w w:val="105"/>
          <w:sz w:val="23"/>
          <w:szCs w:val="23"/>
        </w:rPr>
        <w:tab/>
      </w:r>
      <w:del w:id="57" w:author="Fujitsu's User" w:date="2011-03-08T22:46:00Z">
        <w:r w:rsidRPr="00B97F63" w:rsidDel="00B97F63">
          <w:rPr>
            <w:spacing w:val="-22"/>
            <w:w w:val="105"/>
            <w:sz w:val="23"/>
            <w:szCs w:val="23"/>
          </w:rPr>
          <w:delText>Here: s</w:delText>
        </w:r>
      </w:del>
      <w:ins w:id="58" w:author="Fujitsu's User" w:date="2011-03-08T22:46:00Z">
        <w:r>
          <w:rPr>
            <w:spacing w:val="-22"/>
            <w:w w:val="105"/>
            <w:sz w:val="23"/>
            <w:szCs w:val="23"/>
          </w:rPr>
          <w:t xml:space="preserve"> S</w:t>
        </w:r>
      </w:ins>
      <w:r w:rsidRPr="00B97F63">
        <w:rPr>
          <w:spacing w:val="-22"/>
          <w:w w:val="105"/>
          <w:sz w:val="23"/>
          <w:szCs w:val="23"/>
        </w:rPr>
        <w:t>tep of a pilot ladder which prevents the ladder from twisting</w:t>
      </w:r>
      <w:ins w:id="59" w:author="Fujitsu's User" w:date="2011-03-08T22:46:00Z">
        <w:r>
          <w:rPr>
            <w:spacing w:val="-22"/>
            <w:w w:val="105"/>
            <w:sz w:val="23"/>
            <w:szCs w:val="23"/>
          </w:rPr>
          <w:t xml:space="preserve"> </w:t>
        </w:r>
      </w:ins>
      <w:ins w:id="60" w:author="Fujitsu's User" w:date="2011-03-08T22:47:00Z">
        <w:r>
          <w:rPr>
            <w:spacing w:val="-22"/>
            <w:w w:val="105"/>
            <w:sz w:val="23"/>
            <w:szCs w:val="23"/>
          </w:rPr>
          <w:t>(</w:t>
        </w:r>
      </w:ins>
      <w:ins w:id="61" w:author="Fujitsu's User" w:date="2011-03-08T22:46:00Z">
        <w:r>
          <w:rPr>
            <w:spacing w:val="-22"/>
            <w:w w:val="105"/>
            <w:sz w:val="23"/>
            <w:szCs w:val="23"/>
          </w:rPr>
          <w:t xml:space="preserve">Suggested to move the item up to the letter </w:t>
        </w:r>
      </w:ins>
      <w:ins w:id="62" w:author="Fujitsu's User" w:date="2011-03-08T22:47:00Z">
        <w:r>
          <w:rPr>
            <w:spacing w:val="-22"/>
            <w:w w:val="105"/>
            <w:sz w:val="23"/>
            <w:szCs w:val="23"/>
          </w:rPr>
          <w:t>‘E’ category)</w:t>
        </w:r>
      </w:ins>
    </w:p>
    <w:p w:rsidR="00B97F63" w:rsidRDefault="00B97F63" w:rsidP="00A11CF2">
      <w:pPr>
        <w:tabs>
          <w:tab w:val="right" w:pos="9619"/>
        </w:tabs>
        <w:spacing w:before="252"/>
        <w:ind w:leftChars="64" w:left="2269" w:hangingChars="1079" w:hanging="2128"/>
        <w:rPr>
          <w:spacing w:val="-22"/>
          <w:w w:val="105"/>
          <w:sz w:val="23"/>
          <w:szCs w:val="23"/>
        </w:rPr>
      </w:pPr>
      <w:r w:rsidRPr="00B97F63">
        <w:rPr>
          <w:spacing w:val="-22"/>
          <w:w w:val="105"/>
          <w:sz w:val="23"/>
          <w:szCs w:val="23"/>
        </w:rPr>
        <w:t>Stand clear (to)</w:t>
      </w:r>
      <w:r w:rsidRPr="00B97F63">
        <w:rPr>
          <w:spacing w:val="-22"/>
          <w:w w:val="105"/>
          <w:sz w:val="23"/>
          <w:szCs w:val="23"/>
        </w:rPr>
        <w:tab/>
      </w:r>
      <w:del w:id="63" w:author="Fujitsu's User" w:date="2011-03-08T22:54:00Z">
        <w:r w:rsidRPr="00B97F63" w:rsidDel="00B97F63">
          <w:rPr>
            <w:spacing w:val="-22"/>
            <w:w w:val="105"/>
            <w:sz w:val="23"/>
            <w:szCs w:val="23"/>
          </w:rPr>
          <w:delText>Here: t</w:delText>
        </w:r>
      </w:del>
      <w:ins w:id="64" w:author="Fujitsu's User" w:date="2011-03-08T22:54:00Z">
        <w:r>
          <w:rPr>
            <w:spacing w:val="-22"/>
            <w:w w:val="105"/>
            <w:sz w:val="23"/>
            <w:szCs w:val="23"/>
          </w:rPr>
          <w:t xml:space="preserve"> </w:t>
        </w:r>
        <w:proofErr w:type="gramStart"/>
        <w:r>
          <w:rPr>
            <w:spacing w:val="-22"/>
            <w:w w:val="105"/>
            <w:sz w:val="23"/>
            <w:szCs w:val="23"/>
          </w:rPr>
          <w:t>T</w:t>
        </w:r>
      </w:ins>
      <w:r w:rsidRPr="00B97F63">
        <w:rPr>
          <w:spacing w:val="-22"/>
          <w:w w:val="105"/>
          <w:sz w:val="23"/>
          <w:szCs w:val="23"/>
        </w:rPr>
        <w:t>o</w:t>
      </w:r>
      <w:proofErr w:type="gramEnd"/>
      <w:r w:rsidRPr="00B97F63">
        <w:rPr>
          <w:spacing w:val="-22"/>
          <w:w w:val="105"/>
          <w:sz w:val="23"/>
          <w:szCs w:val="23"/>
        </w:rPr>
        <w:t xml:space="preserve"> keep a boat away from the vessel</w:t>
      </w:r>
    </w:p>
    <w:p w:rsidR="00A27DA7" w:rsidRPr="00A27DA7" w:rsidRDefault="00A27DA7" w:rsidP="00A11CF2">
      <w:pPr>
        <w:tabs>
          <w:tab w:val="right" w:pos="9619"/>
        </w:tabs>
        <w:spacing w:before="252"/>
        <w:ind w:leftChars="64" w:left="2269" w:hangingChars="1079" w:hanging="2128"/>
        <w:jc w:val="both"/>
        <w:rPr>
          <w:spacing w:val="-22"/>
          <w:w w:val="105"/>
          <w:sz w:val="23"/>
          <w:szCs w:val="23"/>
        </w:rPr>
      </w:pPr>
      <w:r>
        <w:rPr>
          <w:spacing w:val="-22"/>
          <w:w w:val="105"/>
          <w:sz w:val="23"/>
          <w:szCs w:val="23"/>
        </w:rPr>
        <w:t>VTS</w:t>
      </w:r>
      <w:r>
        <w:rPr>
          <w:spacing w:val="-22"/>
          <w:w w:val="105"/>
          <w:sz w:val="23"/>
          <w:szCs w:val="23"/>
        </w:rPr>
        <w:tab/>
      </w:r>
      <w:r w:rsidRPr="00A27DA7">
        <w:rPr>
          <w:spacing w:val="-22"/>
          <w:w w:val="105"/>
          <w:sz w:val="23"/>
          <w:szCs w:val="23"/>
        </w:rPr>
        <w:t xml:space="preserve">Vessel Traffic Services: </w:t>
      </w:r>
      <w:del w:id="65" w:author="Fujitsu's User" w:date="2011-03-08T23:23:00Z">
        <w:r w:rsidRPr="00A27DA7" w:rsidDel="00A27DA7">
          <w:rPr>
            <w:spacing w:val="-22"/>
            <w:w w:val="105"/>
            <w:sz w:val="23"/>
            <w:szCs w:val="23"/>
          </w:rPr>
          <w:delText>services designed to improve the safety and</w:delText>
        </w:r>
        <w:r w:rsidDel="00A27DA7">
          <w:rPr>
            <w:spacing w:val="-22"/>
            <w:w w:val="105"/>
            <w:sz w:val="23"/>
            <w:szCs w:val="23"/>
          </w:rPr>
          <w:delText xml:space="preserve"> </w:delText>
        </w:r>
        <w:r w:rsidRPr="00A27DA7" w:rsidDel="00A27DA7">
          <w:rPr>
            <w:spacing w:val="-22"/>
            <w:w w:val="105"/>
            <w:sz w:val="23"/>
            <w:szCs w:val="23"/>
          </w:rPr>
          <w:delText>efficiency of vessel traffic and to protect the environment</w:delText>
        </w:r>
        <w:r w:rsidDel="00A27DA7">
          <w:rPr>
            <w:spacing w:val="-22"/>
            <w:w w:val="105"/>
            <w:sz w:val="23"/>
            <w:szCs w:val="23"/>
          </w:rPr>
          <w:delText xml:space="preserve">. </w:delText>
        </w:r>
      </w:del>
      <w:ins w:id="66" w:author="Fujitsu's User" w:date="2011-03-08T23:23:00Z">
        <w:r w:rsidRPr="00A27DA7">
          <w:rPr>
            <w:spacing w:val="-22"/>
            <w:w w:val="105"/>
            <w:sz w:val="23"/>
            <w:szCs w:val="23"/>
          </w:rPr>
          <w:t>service</w:t>
        </w:r>
        <w:r>
          <w:rPr>
            <w:spacing w:val="-22"/>
            <w:w w:val="105"/>
            <w:sz w:val="23"/>
            <w:szCs w:val="23"/>
          </w:rPr>
          <w:t>s</w:t>
        </w:r>
        <w:r w:rsidRPr="00A27DA7">
          <w:rPr>
            <w:spacing w:val="-22"/>
            <w:w w:val="105"/>
            <w:sz w:val="23"/>
            <w:szCs w:val="23"/>
          </w:rPr>
          <w:t xml:space="preserve"> implemented by a Competent Authority, designed</w:t>
        </w:r>
        <w:r>
          <w:rPr>
            <w:spacing w:val="-22"/>
            <w:w w:val="105"/>
            <w:sz w:val="23"/>
            <w:szCs w:val="23"/>
          </w:rPr>
          <w:t xml:space="preserve"> </w:t>
        </w:r>
        <w:r w:rsidRPr="00A27DA7">
          <w:rPr>
            <w:spacing w:val="-22"/>
            <w:w w:val="105"/>
            <w:sz w:val="23"/>
            <w:szCs w:val="23"/>
          </w:rPr>
          <w:t>to improve the safety and efficiency of vessel traffic</w:t>
        </w:r>
        <w:r w:rsidR="009F2F38">
          <w:rPr>
            <w:spacing w:val="-22"/>
            <w:w w:val="105"/>
            <w:sz w:val="23"/>
            <w:szCs w:val="23"/>
          </w:rPr>
          <w:t xml:space="preserve"> and to protect the environment</w:t>
        </w:r>
      </w:ins>
      <w:ins w:id="67" w:author="Fujitsu's User" w:date="2011-03-08T23:59:00Z">
        <w:r w:rsidR="009F2F38">
          <w:rPr>
            <w:spacing w:val="-22"/>
            <w:w w:val="105"/>
            <w:sz w:val="23"/>
            <w:szCs w:val="23"/>
          </w:rPr>
          <w:t>.</w:t>
        </w:r>
      </w:ins>
      <w:ins w:id="68" w:author="Fujitsu's User" w:date="2011-03-08T23:23:00Z">
        <w:r w:rsidRPr="00A27DA7">
          <w:rPr>
            <w:spacing w:val="-22"/>
            <w:w w:val="105"/>
            <w:sz w:val="23"/>
            <w:szCs w:val="23"/>
          </w:rPr>
          <w:t xml:space="preserve"> The</w:t>
        </w:r>
        <w:r>
          <w:rPr>
            <w:spacing w:val="-22"/>
            <w:w w:val="105"/>
            <w:sz w:val="23"/>
            <w:szCs w:val="23"/>
          </w:rPr>
          <w:t xml:space="preserve"> </w:t>
        </w:r>
        <w:r w:rsidRPr="00A27DA7">
          <w:rPr>
            <w:spacing w:val="-22"/>
            <w:w w:val="105"/>
            <w:sz w:val="23"/>
            <w:szCs w:val="23"/>
          </w:rPr>
          <w:t xml:space="preserve">service should </w:t>
        </w:r>
      </w:ins>
      <w:ins w:id="69" w:author="Fujitsu's User" w:date="2011-03-08T23:57:00Z">
        <w:r w:rsidR="009F2F38">
          <w:rPr>
            <w:spacing w:val="-22"/>
            <w:w w:val="105"/>
            <w:sz w:val="23"/>
            <w:szCs w:val="23"/>
          </w:rPr>
          <w:t xml:space="preserve">comprise at least an </w:t>
        </w:r>
      </w:ins>
      <w:ins w:id="70" w:author="Fujitsu's User" w:date="2011-03-08T23:58:00Z">
        <w:r w:rsidR="009F2F38">
          <w:rPr>
            <w:spacing w:val="-22"/>
            <w:w w:val="105"/>
            <w:sz w:val="23"/>
            <w:szCs w:val="23"/>
          </w:rPr>
          <w:t>information</w:t>
        </w:r>
      </w:ins>
      <w:ins w:id="71" w:author="Fujitsu's User" w:date="2011-03-08T23:57:00Z">
        <w:r w:rsidR="009F2F38">
          <w:rPr>
            <w:spacing w:val="-22"/>
            <w:w w:val="105"/>
            <w:sz w:val="23"/>
            <w:szCs w:val="23"/>
          </w:rPr>
          <w:t xml:space="preserve"> </w:t>
        </w:r>
      </w:ins>
      <w:ins w:id="72" w:author="Fujitsu's User" w:date="2011-03-08T23:58:00Z">
        <w:r w:rsidR="009F2F38">
          <w:rPr>
            <w:spacing w:val="-22"/>
            <w:w w:val="105"/>
            <w:sz w:val="23"/>
            <w:szCs w:val="23"/>
          </w:rPr>
          <w:t>service and may also include others, such as a navigational assistance service or a traffic organisation service, or both</w:t>
        </w:r>
      </w:ins>
      <w:ins w:id="73" w:author="Fujitsu's User" w:date="2011-03-08T23:59:00Z">
        <w:r w:rsidR="009F2F38">
          <w:rPr>
            <w:spacing w:val="-22"/>
            <w:w w:val="105"/>
            <w:sz w:val="23"/>
            <w:szCs w:val="23"/>
          </w:rPr>
          <w:t xml:space="preserve"> </w:t>
        </w:r>
      </w:ins>
      <w:ins w:id="74" w:author="Fujitsu's User" w:date="2011-03-09T00:00:00Z">
        <w:r w:rsidR="009F2F38">
          <w:rPr>
            <w:spacing w:val="-22"/>
            <w:w w:val="105"/>
            <w:sz w:val="23"/>
            <w:szCs w:val="23"/>
          </w:rPr>
          <w:t xml:space="preserve">which should </w:t>
        </w:r>
      </w:ins>
      <w:ins w:id="75" w:author="Fujitsu's User" w:date="2011-03-08T23:23:00Z">
        <w:r w:rsidRPr="00A27DA7">
          <w:rPr>
            <w:spacing w:val="-22"/>
            <w:w w:val="105"/>
            <w:sz w:val="23"/>
            <w:szCs w:val="23"/>
          </w:rPr>
          <w:t>have the capability to interact with the traffic and to respond to traffic</w:t>
        </w:r>
        <w:r>
          <w:rPr>
            <w:spacing w:val="-22"/>
            <w:w w:val="105"/>
            <w:sz w:val="23"/>
            <w:szCs w:val="23"/>
          </w:rPr>
          <w:t xml:space="preserve"> </w:t>
        </w:r>
        <w:r w:rsidRPr="00A27DA7">
          <w:rPr>
            <w:spacing w:val="-22"/>
            <w:w w:val="105"/>
            <w:sz w:val="23"/>
            <w:szCs w:val="23"/>
          </w:rPr>
          <w:t>situations developing in the VTS area.</w:t>
        </w:r>
      </w:ins>
      <w:ins w:id="76" w:author="Fujitsu's User" w:date="2011-03-08T23:43:00Z">
        <w:r w:rsidR="00DE1012">
          <w:rPr>
            <w:spacing w:val="-22"/>
            <w:w w:val="105"/>
            <w:sz w:val="23"/>
            <w:szCs w:val="23"/>
          </w:rPr>
          <w:t xml:space="preserve"> (</w:t>
        </w:r>
        <w:proofErr w:type="gramStart"/>
        <w:r w:rsidR="00DE1012">
          <w:rPr>
            <w:spacing w:val="-22"/>
            <w:w w:val="105"/>
            <w:sz w:val="23"/>
            <w:szCs w:val="23"/>
          </w:rPr>
          <w:t>from</w:t>
        </w:r>
        <w:proofErr w:type="gramEnd"/>
        <w:r w:rsidR="00DE1012">
          <w:rPr>
            <w:spacing w:val="-22"/>
            <w:w w:val="105"/>
            <w:sz w:val="23"/>
            <w:szCs w:val="23"/>
          </w:rPr>
          <w:t xml:space="preserve"> </w:t>
        </w:r>
      </w:ins>
      <w:ins w:id="77" w:author="Fujitsu's User" w:date="2011-03-09T17:18:00Z">
        <w:r w:rsidR="004A4681">
          <w:rPr>
            <w:spacing w:val="-22"/>
            <w:w w:val="105"/>
            <w:sz w:val="23"/>
            <w:szCs w:val="23"/>
          </w:rPr>
          <w:t xml:space="preserve">IMO Resolution </w:t>
        </w:r>
      </w:ins>
      <w:ins w:id="78" w:author="Fujitsu's User" w:date="2011-03-08T23:44:00Z">
        <w:r w:rsidR="00DE1012">
          <w:rPr>
            <w:spacing w:val="-22"/>
            <w:w w:val="105"/>
            <w:sz w:val="23"/>
            <w:szCs w:val="23"/>
          </w:rPr>
          <w:t>A</w:t>
        </w:r>
      </w:ins>
      <w:ins w:id="79" w:author="Fujitsu's User" w:date="2011-03-09T17:18:00Z">
        <w:r w:rsidR="004A4681">
          <w:rPr>
            <w:spacing w:val="-22"/>
            <w:w w:val="105"/>
            <w:sz w:val="23"/>
            <w:szCs w:val="23"/>
          </w:rPr>
          <w:t>.</w:t>
        </w:r>
      </w:ins>
      <w:ins w:id="80" w:author="Fujitsu's User" w:date="2011-03-08T23:44:00Z">
        <w:r w:rsidR="00DE1012">
          <w:rPr>
            <w:spacing w:val="-22"/>
            <w:w w:val="105"/>
            <w:sz w:val="23"/>
            <w:szCs w:val="23"/>
          </w:rPr>
          <w:t>857 (20))</w:t>
        </w:r>
      </w:ins>
    </w:p>
    <w:p w:rsidR="00DE1012" w:rsidRPr="00DC1CA8" w:rsidDel="00DE1012" w:rsidRDefault="00DE1012" w:rsidP="00A11CF2">
      <w:pPr>
        <w:tabs>
          <w:tab w:val="right" w:pos="9619"/>
        </w:tabs>
        <w:spacing w:before="252"/>
        <w:ind w:leftChars="64" w:left="2269" w:hangingChars="1079" w:hanging="2128"/>
        <w:jc w:val="both"/>
        <w:rPr>
          <w:del w:id="81" w:author="Fujitsu's User" w:date="2011-03-08T23:44:00Z"/>
          <w:spacing w:val="-22"/>
          <w:w w:val="105"/>
          <w:sz w:val="23"/>
          <w:szCs w:val="23"/>
        </w:rPr>
      </w:pPr>
      <w:r w:rsidRPr="00DC1CA8">
        <w:rPr>
          <w:spacing w:val="-22"/>
          <w:w w:val="105"/>
          <w:sz w:val="23"/>
          <w:szCs w:val="23"/>
        </w:rPr>
        <w:t xml:space="preserve">VTS area </w:t>
      </w:r>
      <w:r>
        <w:rPr>
          <w:spacing w:val="-22"/>
          <w:w w:val="105"/>
          <w:sz w:val="23"/>
          <w:szCs w:val="23"/>
        </w:rPr>
        <w:tab/>
      </w:r>
      <w:del w:id="82" w:author="Fujitsu's User" w:date="2011-03-08T23:43:00Z">
        <w:r w:rsidRPr="00DC1CA8" w:rsidDel="00DE1012">
          <w:rPr>
            <w:spacing w:val="-22"/>
            <w:w w:val="105"/>
            <w:sz w:val="23"/>
            <w:szCs w:val="23"/>
          </w:rPr>
          <w:delText xml:space="preserve">Area controlled by a VTS Centre or VTS Station </w:delText>
        </w:r>
      </w:del>
      <w:ins w:id="83" w:author="Fujitsu's User" w:date="2011-03-09T17:18:00Z">
        <w:r w:rsidR="004A4681" w:rsidRPr="00DC1CA8">
          <w:rPr>
            <w:spacing w:val="-22"/>
            <w:w w:val="105"/>
            <w:sz w:val="23"/>
            <w:szCs w:val="23"/>
          </w:rPr>
          <w:t>the delineated, formally declared service area of the VTS. A VTS area may be subdivided in sub-areas or sectors</w:t>
        </w:r>
        <w:r w:rsidR="004A4681" w:rsidRPr="00DC1CA8" w:rsidDel="004A4681">
          <w:rPr>
            <w:spacing w:val="-22"/>
            <w:w w:val="105"/>
            <w:sz w:val="23"/>
            <w:szCs w:val="23"/>
          </w:rPr>
          <w:t xml:space="preserve"> </w:t>
        </w:r>
      </w:ins>
      <w:ins w:id="84" w:author="Fujitsu's User" w:date="2011-03-08T23:44:00Z">
        <w:r>
          <w:rPr>
            <w:spacing w:val="-22"/>
            <w:w w:val="105"/>
            <w:sz w:val="23"/>
            <w:szCs w:val="23"/>
          </w:rPr>
          <w:t xml:space="preserve">(from </w:t>
        </w:r>
      </w:ins>
      <w:ins w:id="85" w:author="Fujitsu's User" w:date="2011-03-09T17:15:00Z">
        <w:r w:rsidR="005D60AB">
          <w:rPr>
            <w:spacing w:val="-22"/>
            <w:w w:val="105"/>
            <w:sz w:val="23"/>
            <w:szCs w:val="23"/>
          </w:rPr>
          <w:t xml:space="preserve">IMO </w:t>
        </w:r>
      </w:ins>
      <w:ins w:id="86" w:author="Fujitsu's User" w:date="2011-03-09T17:17:00Z">
        <w:r w:rsidR="00B05777">
          <w:rPr>
            <w:spacing w:val="-22"/>
            <w:w w:val="105"/>
            <w:sz w:val="23"/>
            <w:szCs w:val="23"/>
          </w:rPr>
          <w:t xml:space="preserve">Resolution </w:t>
        </w:r>
      </w:ins>
      <w:ins w:id="87" w:author="Fujitsu's User" w:date="2011-03-08T23:44:00Z">
        <w:r>
          <w:rPr>
            <w:spacing w:val="-22"/>
            <w:w w:val="105"/>
            <w:sz w:val="23"/>
            <w:szCs w:val="23"/>
          </w:rPr>
          <w:t>A</w:t>
        </w:r>
      </w:ins>
      <w:ins w:id="88" w:author="Fujitsu's User" w:date="2011-03-09T17:16:00Z">
        <w:r w:rsidR="005D60AB">
          <w:rPr>
            <w:spacing w:val="-22"/>
            <w:w w:val="105"/>
            <w:sz w:val="23"/>
            <w:szCs w:val="23"/>
          </w:rPr>
          <w:t>.</w:t>
        </w:r>
      </w:ins>
      <w:ins w:id="89" w:author="Fujitsu's User" w:date="2011-03-08T23:44:00Z">
        <w:r>
          <w:rPr>
            <w:spacing w:val="-22"/>
            <w:w w:val="105"/>
            <w:sz w:val="23"/>
            <w:szCs w:val="23"/>
          </w:rPr>
          <w:t>857 (20))</w:t>
        </w:r>
      </w:ins>
    </w:p>
    <w:p w:rsidR="00DE1012" w:rsidRPr="00DC1CA8" w:rsidRDefault="00DE1012" w:rsidP="00A11CF2">
      <w:pPr>
        <w:tabs>
          <w:tab w:val="right" w:pos="9619"/>
        </w:tabs>
        <w:spacing w:before="252"/>
        <w:ind w:leftChars="64" w:left="2269" w:hangingChars="1079" w:hanging="2128"/>
        <w:jc w:val="both"/>
        <w:rPr>
          <w:ins w:id="90" w:author="Fujitsu's User" w:date="2011-03-08T23:46:00Z"/>
          <w:spacing w:val="-22"/>
          <w:w w:val="105"/>
          <w:sz w:val="23"/>
          <w:szCs w:val="23"/>
        </w:rPr>
      </w:pPr>
      <w:ins w:id="91" w:author="Fujitsu's User" w:date="2011-03-08T23:46:00Z">
        <w:r w:rsidRPr="00DC1CA8">
          <w:rPr>
            <w:spacing w:val="-22"/>
            <w:w w:val="105"/>
            <w:sz w:val="23"/>
            <w:szCs w:val="23"/>
          </w:rPr>
          <w:t xml:space="preserve">VTS authority </w:t>
        </w:r>
        <w:r>
          <w:rPr>
            <w:spacing w:val="-22"/>
            <w:w w:val="105"/>
            <w:sz w:val="23"/>
            <w:szCs w:val="23"/>
          </w:rPr>
          <w:tab/>
        </w:r>
        <w:r w:rsidRPr="00DC1CA8">
          <w:rPr>
            <w:spacing w:val="-22"/>
            <w:w w:val="105"/>
            <w:sz w:val="23"/>
            <w:szCs w:val="23"/>
          </w:rPr>
          <w:t>the authority with responsibility for the management, operation and coordination of the VTS, interaction with participating vessels and the safe and effective provision of the service</w:t>
        </w:r>
        <w:proofErr w:type="gramStart"/>
        <w:r w:rsidRPr="00DC1CA8">
          <w:rPr>
            <w:spacing w:val="-22"/>
            <w:w w:val="105"/>
            <w:sz w:val="23"/>
            <w:szCs w:val="23"/>
          </w:rPr>
          <w:t>.</w:t>
        </w:r>
        <w:r>
          <w:rPr>
            <w:spacing w:val="-22"/>
            <w:w w:val="105"/>
            <w:sz w:val="23"/>
            <w:szCs w:val="23"/>
          </w:rPr>
          <w:t xml:space="preserve"> </w:t>
        </w:r>
        <w:proofErr w:type="gramEnd"/>
        <w:r>
          <w:rPr>
            <w:spacing w:val="-22"/>
            <w:w w:val="105"/>
            <w:sz w:val="23"/>
            <w:szCs w:val="23"/>
          </w:rPr>
          <w:t>(</w:t>
        </w:r>
        <w:proofErr w:type="gramStart"/>
        <w:r>
          <w:rPr>
            <w:spacing w:val="-22"/>
            <w:w w:val="105"/>
            <w:sz w:val="23"/>
            <w:szCs w:val="23"/>
          </w:rPr>
          <w:t>from</w:t>
        </w:r>
        <w:proofErr w:type="gramEnd"/>
        <w:r>
          <w:rPr>
            <w:spacing w:val="-22"/>
            <w:w w:val="105"/>
            <w:sz w:val="23"/>
            <w:szCs w:val="23"/>
          </w:rPr>
          <w:t xml:space="preserve"> </w:t>
        </w:r>
      </w:ins>
      <w:ins w:id="92" w:author="Fujitsu's User" w:date="2011-03-09T17:16:00Z">
        <w:r w:rsidR="005D60AB">
          <w:rPr>
            <w:spacing w:val="-22"/>
            <w:w w:val="105"/>
            <w:sz w:val="23"/>
            <w:szCs w:val="23"/>
          </w:rPr>
          <w:t xml:space="preserve">IMO </w:t>
        </w:r>
      </w:ins>
      <w:ins w:id="93" w:author="Fujitsu's User" w:date="2011-03-09T17:17:00Z">
        <w:r w:rsidR="009224DC">
          <w:rPr>
            <w:spacing w:val="-22"/>
            <w:w w:val="105"/>
            <w:sz w:val="23"/>
            <w:szCs w:val="23"/>
          </w:rPr>
          <w:t xml:space="preserve">Resolution </w:t>
        </w:r>
      </w:ins>
      <w:ins w:id="94" w:author="Fujitsu's User" w:date="2011-03-08T23:46:00Z">
        <w:r>
          <w:rPr>
            <w:spacing w:val="-22"/>
            <w:w w:val="105"/>
            <w:sz w:val="23"/>
            <w:szCs w:val="23"/>
          </w:rPr>
          <w:t>A</w:t>
        </w:r>
      </w:ins>
      <w:ins w:id="95" w:author="Fujitsu's User" w:date="2011-03-09T17:16:00Z">
        <w:r w:rsidR="005D60AB">
          <w:rPr>
            <w:spacing w:val="-22"/>
            <w:w w:val="105"/>
            <w:sz w:val="23"/>
            <w:szCs w:val="23"/>
          </w:rPr>
          <w:t>.</w:t>
        </w:r>
      </w:ins>
      <w:ins w:id="96" w:author="Fujitsu's User" w:date="2011-03-08T23:46:00Z">
        <w:r>
          <w:rPr>
            <w:spacing w:val="-22"/>
            <w:w w:val="105"/>
            <w:sz w:val="23"/>
            <w:szCs w:val="23"/>
          </w:rPr>
          <w:t>857 (20))</w:t>
        </w:r>
      </w:ins>
    </w:p>
    <w:p w:rsidR="00DE1012" w:rsidRPr="00DC1CA8" w:rsidRDefault="00DE1012" w:rsidP="00DE1012">
      <w:pPr>
        <w:tabs>
          <w:tab w:val="right" w:pos="9619"/>
        </w:tabs>
        <w:spacing w:before="252"/>
        <w:ind w:leftChars="64" w:left="2269" w:hangingChars="1079" w:hanging="2128"/>
        <w:jc w:val="both"/>
        <w:rPr>
          <w:ins w:id="97" w:author="Fujitsu's User" w:date="2011-03-08T23:46:00Z"/>
          <w:spacing w:val="-22"/>
          <w:w w:val="105"/>
          <w:sz w:val="23"/>
          <w:szCs w:val="23"/>
        </w:rPr>
      </w:pPr>
      <w:ins w:id="98" w:author="Fujitsu's User" w:date="2011-03-08T23:46:00Z">
        <w:r w:rsidRPr="00DC1CA8">
          <w:rPr>
            <w:spacing w:val="-22"/>
            <w:w w:val="105"/>
            <w:sz w:val="23"/>
            <w:szCs w:val="23"/>
          </w:rPr>
          <w:t xml:space="preserve">VTS centre </w:t>
        </w:r>
        <w:r>
          <w:rPr>
            <w:spacing w:val="-22"/>
            <w:w w:val="105"/>
            <w:sz w:val="23"/>
            <w:szCs w:val="23"/>
          </w:rPr>
          <w:tab/>
        </w:r>
        <w:r w:rsidRPr="00DC1CA8">
          <w:rPr>
            <w:spacing w:val="-22"/>
            <w:w w:val="105"/>
            <w:sz w:val="23"/>
            <w:szCs w:val="23"/>
          </w:rPr>
          <w:t>the centre from which the VTS is operated. Each sub-area of the VTS may have its own sub-centre</w:t>
        </w:r>
        <w:proofErr w:type="gramStart"/>
        <w:r w:rsidRPr="00DC1CA8">
          <w:rPr>
            <w:spacing w:val="-22"/>
            <w:w w:val="105"/>
            <w:sz w:val="23"/>
            <w:szCs w:val="23"/>
          </w:rPr>
          <w:t>.</w:t>
        </w:r>
        <w:r>
          <w:rPr>
            <w:spacing w:val="-22"/>
            <w:w w:val="105"/>
            <w:sz w:val="23"/>
            <w:szCs w:val="23"/>
          </w:rPr>
          <w:t>(</w:t>
        </w:r>
        <w:proofErr w:type="gramEnd"/>
        <w:r>
          <w:rPr>
            <w:spacing w:val="-22"/>
            <w:w w:val="105"/>
            <w:sz w:val="23"/>
            <w:szCs w:val="23"/>
          </w:rPr>
          <w:t xml:space="preserve">from </w:t>
        </w:r>
      </w:ins>
      <w:ins w:id="99" w:author="Fujitsu's User" w:date="2011-03-09T17:16:00Z">
        <w:r w:rsidR="005D60AB">
          <w:rPr>
            <w:spacing w:val="-22"/>
            <w:w w:val="105"/>
            <w:sz w:val="23"/>
            <w:szCs w:val="23"/>
          </w:rPr>
          <w:t xml:space="preserve">IMO </w:t>
        </w:r>
      </w:ins>
      <w:ins w:id="100" w:author="Fujitsu's User" w:date="2011-03-09T17:17:00Z">
        <w:r w:rsidR="009224DC">
          <w:rPr>
            <w:spacing w:val="-22"/>
            <w:w w:val="105"/>
            <w:sz w:val="23"/>
            <w:szCs w:val="23"/>
          </w:rPr>
          <w:t xml:space="preserve">Resolution </w:t>
        </w:r>
      </w:ins>
      <w:ins w:id="101" w:author="Fujitsu's User" w:date="2011-03-08T23:46:00Z">
        <w:r>
          <w:rPr>
            <w:spacing w:val="-22"/>
            <w:w w:val="105"/>
            <w:sz w:val="23"/>
            <w:szCs w:val="23"/>
          </w:rPr>
          <w:t>A</w:t>
        </w:r>
      </w:ins>
      <w:ins w:id="102" w:author="Fujitsu's User" w:date="2011-03-09T17:16:00Z">
        <w:r w:rsidR="005D60AB">
          <w:rPr>
            <w:spacing w:val="-22"/>
            <w:w w:val="105"/>
            <w:sz w:val="23"/>
            <w:szCs w:val="23"/>
          </w:rPr>
          <w:t>.</w:t>
        </w:r>
      </w:ins>
      <w:ins w:id="103" w:author="Fujitsu's User" w:date="2011-03-08T23:46:00Z">
        <w:r>
          <w:rPr>
            <w:spacing w:val="-22"/>
            <w:w w:val="105"/>
            <w:sz w:val="23"/>
            <w:szCs w:val="23"/>
          </w:rPr>
          <w:t>857 (20))</w:t>
        </w:r>
      </w:ins>
    </w:p>
    <w:p w:rsidR="00A62F23" w:rsidRDefault="00A62F23" w:rsidP="00A62F23">
      <w:pPr>
        <w:tabs>
          <w:tab w:val="right" w:pos="9619"/>
        </w:tabs>
        <w:spacing w:before="252"/>
        <w:ind w:leftChars="64" w:left="2269" w:hangingChars="1079" w:hanging="2128"/>
        <w:rPr>
          <w:spacing w:val="-22"/>
          <w:w w:val="105"/>
          <w:sz w:val="23"/>
          <w:szCs w:val="23"/>
        </w:rPr>
      </w:pPr>
    </w:p>
    <w:p w:rsidR="00F90A34" w:rsidRPr="00462E55" w:rsidRDefault="00F90A34" w:rsidP="00A11CF2">
      <w:pPr>
        <w:tabs>
          <w:tab w:val="left" w:pos="993"/>
          <w:tab w:val="right" w:pos="9407"/>
        </w:tabs>
        <w:spacing w:before="288"/>
        <w:ind w:left="991" w:hangingChars="459" w:hanging="991"/>
        <w:rPr>
          <w:spacing w:val="-2"/>
        </w:rPr>
      </w:pPr>
      <w:r w:rsidRPr="00462E55">
        <w:rPr>
          <w:spacing w:val="-2"/>
        </w:rPr>
        <w:t>A1/1.1</w:t>
      </w:r>
      <w:r w:rsidRPr="00462E55">
        <w:rPr>
          <w:spacing w:val="-2"/>
        </w:rPr>
        <w:tab/>
      </w:r>
      <w:r w:rsidR="00462E55" w:rsidRPr="00462E55">
        <w:rPr>
          <w:spacing w:val="-2"/>
        </w:rPr>
        <w:tab/>
      </w:r>
      <w:r w:rsidRPr="00462E55">
        <w:rPr>
          <w:spacing w:val="-2"/>
        </w:rPr>
        <w:t>Distress communications (P.30)</w:t>
      </w:r>
    </w:p>
    <w:p w:rsidR="00F90A34" w:rsidRDefault="00F90A34" w:rsidP="00462E55">
      <w:pPr>
        <w:ind w:left="993" w:right="72"/>
        <w:jc w:val="both"/>
        <w:rPr>
          <w:spacing w:val="-4"/>
          <w:w w:val="105"/>
          <w:sz w:val="23"/>
          <w:szCs w:val="23"/>
        </w:rPr>
      </w:pPr>
      <w:r>
        <w:rPr>
          <w:spacing w:val="-5"/>
          <w:w w:val="105"/>
          <w:sz w:val="23"/>
          <w:szCs w:val="23"/>
        </w:rPr>
        <w:t xml:space="preserve">Note: A distress traffic always has to commence with stating the position of the vessel </w:t>
      </w:r>
      <w:r>
        <w:rPr>
          <w:spacing w:val="-4"/>
          <w:w w:val="105"/>
          <w:sz w:val="23"/>
          <w:szCs w:val="23"/>
        </w:rPr>
        <w:t>in distress as specified in “GENERAL 11 Positions /</w:t>
      </w:r>
      <w:del w:id="104" w:author="Fujitsu's User" w:date="2011-03-09T18:12:00Z">
        <w:r w:rsidDel="00F90A34">
          <w:rPr>
            <w:spacing w:val="-4"/>
            <w:w w:val="105"/>
            <w:sz w:val="23"/>
            <w:szCs w:val="23"/>
          </w:rPr>
          <w:delText>13</w:delText>
        </w:r>
      </w:del>
      <w:ins w:id="105" w:author="Fujitsu's User" w:date="2011-03-09T18:12:00Z">
        <w:r>
          <w:rPr>
            <w:spacing w:val="-4"/>
            <w:w w:val="105"/>
            <w:sz w:val="23"/>
            <w:szCs w:val="23"/>
          </w:rPr>
          <w:t>12</w:t>
        </w:r>
      </w:ins>
      <w:r>
        <w:rPr>
          <w:spacing w:val="-4"/>
          <w:w w:val="105"/>
          <w:sz w:val="23"/>
          <w:szCs w:val="23"/>
        </w:rPr>
        <w:t xml:space="preserve"> Bearings” if it is not included in the DSC distress alert.</w:t>
      </w:r>
    </w:p>
    <w:p w:rsidR="00462E55" w:rsidRDefault="00462E55" w:rsidP="00F90A34">
      <w:pPr>
        <w:ind w:left="1440" w:right="72"/>
        <w:jc w:val="both"/>
        <w:rPr>
          <w:b/>
          <w:bCs/>
          <w:spacing w:val="-4"/>
          <w:w w:val="105"/>
          <w:sz w:val="23"/>
          <w:szCs w:val="23"/>
        </w:rPr>
      </w:pPr>
    </w:p>
    <w:p w:rsidR="00462E55" w:rsidRPr="00462E55" w:rsidRDefault="00462E55" w:rsidP="00462E55">
      <w:pPr>
        <w:tabs>
          <w:tab w:val="left" w:pos="993"/>
          <w:tab w:val="right" w:pos="9407"/>
        </w:tabs>
        <w:spacing w:before="288"/>
        <w:ind w:left="991" w:hangingChars="459" w:hanging="991"/>
        <w:rPr>
          <w:spacing w:val="-2"/>
        </w:rPr>
      </w:pPr>
      <w:r w:rsidRPr="00462E55">
        <w:rPr>
          <w:spacing w:val="-2"/>
        </w:rPr>
        <w:t>A1/6</w:t>
      </w:r>
      <w:r w:rsidRPr="00462E55">
        <w:rPr>
          <w:spacing w:val="-2"/>
        </w:rPr>
        <w:tab/>
        <w:t>Vessel Traffic Service (VTS) Standard Phrases</w:t>
      </w:r>
      <w:r>
        <w:rPr>
          <w:spacing w:val="-2"/>
        </w:rPr>
        <w:t xml:space="preserve"> (P.45)</w:t>
      </w:r>
    </w:p>
    <w:p w:rsidR="00462E55" w:rsidRPr="00462E55" w:rsidRDefault="00462E55" w:rsidP="00462E55">
      <w:pPr>
        <w:tabs>
          <w:tab w:val="left" w:pos="993"/>
          <w:tab w:val="right" w:pos="9407"/>
        </w:tabs>
        <w:spacing w:before="288"/>
        <w:ind w:leftChars="450" w:left="990" w:firstLine="2"/>
        <w:rPr>
          <w:spacing w:val="-2"/>
        </w:rPr>
      </w:pPr>
      <w:r w:rsidRPr="00462E55">
        <w:rPr>
          <w:spacing w:val="-2"/>
        </w:rPr>
        <w:t>Application of Message Markers</w:t>
      </w:r>
    </w:p>
    <w:p w:rsidR="00462E55" w:rsidRDefault="00462E55" w:rsidP="00462E55">
      <w:pPr>
        <w:tabs>
          <w:tab w:val="right" w:pos="8222"/>
        </w:tabs>
        <w:spacing w:before="252"/>
        <w:jc w:val="both"/>
        <w:rPr>
          <w:spacing w:val="-6"/>
          <w:w w:val="105"/>
          <w:sz w:val="23"/>
          <w:szCs w:val="23"/>
        </w:rPr>
      </w:pPr>
      <w:r>
        <w:rPr>
          <w:spacing w:val="-2"/>
          <w:w w:val="105"/>
          <w:sz w:val="23"/>
          <w:szCs w:val="23"/>
        </w:rPr>
        <w:t xml:space="preserve">In order to especially facilitate shore-to-ship and ship-to-shore communication or when one of the </w:t>
      </w:r>
      <w:r>
        <w:rPr>
          <w:spacing w:val="-4"/>
          <w:w w:val="105"/>
          <w:sz w:val="23"/>
          <w:szCs w:val="23"/>
        </w:rPr>
        <w:t xml:space="preserve">IMO Standard Marine Communication Phrases will not fit the meaning desired, one of the following </w:t>
      </w:r>
      <w:r>
        <w:rPr>
          <w:spacing w:val="-5"/>
          <w:w w:val="105"/>
          <w:sz w:val="23"/>
          <w:szCs w:val="23"/>
        </w:rPr>
        <w:t xml:space="preserve">eight message markers may be used to increase the probability </w:t>
      </w:r>
      <w:del w:id="106" w:author="Fujitsu's User" w:date="2011-03-09T19:13:00Z">
        <w:r w:rsidDel="00462E55">
          <w:rPr>
            <w:spacing w:val="-5"/>
            <w:w w:val="105"/>
            <w:sz w:val="23"/>
            <w:szCs w:val="23"/>
          </w:rPr>
          <w:delText xml:space="preserve">of the purpose </w:delText>
        </w:r>
      </w:del>
      <w:r>
        <w:rPr>
          <w:spacing w:val="-5"/>
          <w:w w:val="105"/>
          <w:sz w:val="23"/>
          <w:szCs w:val="23"/>
        </w:rPr>
        <w:t xml:space="preserve">of the message being </w:t>
      </w:r>
      <w:r>
        <w:rPr>
          <w:spacing w:val="-6"/>
          <w:w w:val="105"/>
          <w:sz w:val="23"/>
          <w:szCs w:val="23"/>
        </w:rPr>
        <w:t>properly understood.</w:t>
      </w:r>
    </w:p>
    <w:p w:rsidR="00462E55" w:rsidRDefault="00462E55" w:rsidP="00462E55">
      <w:pPr>
        <w:tabs>
          <w:tab w:val="right" w:pos="8222"/>
        </w:tabs>
        <w:spacing w:before="252"/>
        <w:jc w:val="both"/>
        <w:rPr>
          <w:spacing w:val="-6"/>
          <w:w w:val="105"/>
          <w:sz w:val="23"/>
          <w:szCs w:val="23"/>
        </w:rPr>
      </w:pPr>
      <w:r>
        <w:rPr>
          <w:spacing w:val="-3"/>
          <w:w w:val="105"/>
          <w:sz w:val="23"/>
          <w:szCs w:val="23"/>
        </w:rPr>
        <w:t xml:space="preserve">It is at the discretion of the shore personnel or the ship’s officer whether to use one of the message </w:t>
      </w:r>
      <w:proofErr w:type="gramStart"/>
      <w:r>
        <w:rPr>
          <w:w w:val="105"/>
          <w:sz w:val="23"/>
          <w:szCs w:val="23"/>
        </w:rPr>
        <w:t>markers</w:t>
      </w:r>
      <w:r w:rsidR="00C206CB">
        <w:rPr>
          <w:w w:val="105"/>
          <w:sz w:val="23"/>
          <w:szCs w:val="23"/>
        </w:rPr>
        <w:t xml:space="preserve"> </w:t>
      </w:r>
      <w:proofErr w:type="gramEnd"/>
      <w:del w:id="107" w:author="Fujitsu's User" w:date="2011-03-09T19:19:00Z">
        <w:r w:rsidR="00C206CB" w:rsidDel="00C206CB">
          <w:rPr>
            <w:w w:val="105"/>
            <w:sz w:val="23"/>
            <w:szCs w:val="23"/>
          </w:rPr>
          <w:delText>and if so which of them to apply depending</w:delText>
        </w:r>
        <w:r w:rsidDel="00C206CB">
          <w:rPr>
            <w:w w:val="105"/>
            <w:sz w:val="23"/>
            <w:szCs w:val="23"/>
          </w:rPr>
          <w:delText xml:space="preserve"> </w:delText>
        </w:r>
      </w:del>
      <w:ins w:id="108" w:author="Fujitsu's User" w:date="2011-03-09T19:19:00Z">
        <w:r w:rsidR="00C206CB">
          <w:rPr>
            <w:w w:val="105"/>
            <w:sz w:val="23"/>
            <w:szCs w:val="23"/>
          </w:rPr>
          <w:t xml:space="preserve">.  </w:t>
        </w:r>
      </w:ins>
      <w:ins w:id="109" w:author="Fujitsu's User" w:date="2011-03-09T19:16:00Z">
        <w:r w:rsidR="00C206CB">
          <w:rPr>
            <w:w w:val="105"/>
            <w:sz w:val="23"/>
            <w:szCs w:val="23"/>
          </w:rPr>
          <w:t xml:space="preserve">The marker to be used would depend </w:t>
        </w:r>
      </w:ins>
      <w:r>
        <w:rPr>
          <w:w w:val="105"/>
          <w:sz w:val="23"/>
          <w:szCs w:val="23"/>
        </w:rPr>
        <w:t xml:space="preserve">on the user’s qualified assessment of the </w:t>
      </w:r>
      <w:r>
        <w:rPr>
          <w:spacing w:val="-1"/>
          <w:w w:val="105"/>
          <w:sz w:val="23"/>
          <w:szCs w:val="23"/>
        </w:rPr>
        <w:t xml:space="preserve">situation. If used, the message marker is to be spoken preceding the message or the corresponding </w:t>
      </w:r>
      <w:r>
        <w:rPr>
          <w:spacing w:val="-6"/>
          <w:w w:val="105"/>
          <w:sz w:val="23"/>
          <w:szCs w:val="23"/>
        </w:rPr>
        <w:t xml:space="preserve">part of the message. The IMO VTS Guidelines recommend that in any message directed to a vessel it </w:t>
      </w:r>
      <w:r>
        <w:rPr>
          <w:spacing w:val="-1"/>
          <w:w w:val="105"/>
          <w:sz w:val="23"/>
          <w:szCs w:val="23"/>
        </w:rPr>
        <w:t xml:space="preserve">should be clear whether the message contains </w:t>
      </w:r>
      <w:r>
        <w:rPr>
          <w:b/>
          <w:bCs/>
          <w:spacing w:val="-1"/>
          <w:w w:val="105"/>
          <w:sz w:val="23"/>
          <w:szCs w:val="23"/>
        </w:rPr>
        <w:t>information, advice, warning</w:t>
      </w:r>
      <w:r>
        <w:rPr>
          <w:spacing w:val="-1"/>
          <w:w w:val="105"/>
          <w:sz w:val="23"/>
          <w:szCs w:val="23"/>
        </w:rPr>
        <w:t xml:space="preserve">, or </w:t>
      </w:r>
      <w:r>
        <w:rPr>
          <w:b/>
          <w:bCs/>
          <w:spacing w:val="-1"/>
          <w:w w:val="105"/>
          <w:sz w:val="23"/>
          <w:szCs w:val="23"/>
        </w:rPr>
        <w:t>instruction</w:t>
      </w:r>
      <w:r>
        <w:rPr>
          <w:spacing w:val="-1"/>
          <w:w w:val="105"/>
          <w:sz w:val="23"/>
          <w:szCs w:val="23"/>
        </w:rPr>
        <w:t xml:space="preserve"> (see below) and </w:t>
      </w:r>
      <w:r>
        <w:rPr>
          <w:spacing w:val="-4"/>
          <w:w w:val="105"/>
          <w:sz w:val="23"/>
          <w:szCs w:val="23"/>
        </w:rPr>
        <w:t>IMO Standard Marine Communication Phrases should be used where practicable.</w:t>
      </w:r>
      <w:r w:rsidRPr="00462E55">
        <w:rPr>
          <w:spacing w:val="-6"/>
          <w:w w:val="105"/>
          <w:sz w:val="23"/>
          <w:szCs w:val="23"/>
        </w:rPr>
        <w:t xml:space="preserve"> </w:t>
      </w:r>
    </w:p>
    <w:p w:rsidR="00C206CB" w:rsidRDefault="00C206CB" w:rsidP="00C206CB">
      <w:pPr>
        <w:spacing w:before="288"/>
        <w:jc w:val="both"/>
        <w:rPr>
          <w:spacing w:val="-4"/>
          <w:w w:val="105"/>
          <w:sz w:val="23"/>
          <w:szCs w:val="23"/>
        </w:rPr>
      </w:pPr>
      <w:r>
        <w:rPr>
          <w:spacing w:val="-7"/>
          <w:w w:val="105"/>
          <w:sz w:val="23"/>
          <w:szCs w:val="23"/>
        </w:rPr>
        <w:t>For further standardized VTS communications, also see other sections of Part A1</w:t>
      </w:r>
      <w:proofErr w:type="gramStart"/>
      <w:r>
        <w:rPr>
          <w:spacing w:val="-7"/>
          <w:w w:val="105"/>
          <w:sz w:val="23"/>
          <w:szCs w:val="23"/>
        </w:rPr>
        <w:t xml:space="preserve">. </w:t>
      </w:r>
      <w:proofErr w:type="gramEnd"/>
      <w:r>
        <w:rPr>
          <w:spacing w:val="-7"/>
          <w:w w:val="105"/>
          <w:sz w:val="23"/>
          <w:szCs w:val="23"/>
        </w:rPr>
        <w:t xml:space="preserve">For VTS Standard </w:t>
      </w:r>
      <w:r>
        <w:rPr>
          <w:spacing w:val="-1"/>
          <w:w w:val="105"/>
          <w:sz w:val="23"/>
          <w:szCs w:val="23"/>
        </w:rPr>
        <w:t xml:space="preserve">Reporting Procedures, see IMO resolution </w:t>
      </w:r>
      <w:proofErr w:type="gramStart"/>
      <w:r>
        <w:rPr>
          <w:spacing w:val="-1"/>
          <w:w w:val="105"/>
          <w:sz w:val="23"/>
          <w:szCs w:val="23"/>
        </w:rPr>
        <w:t>A.851(</w:t>
      </w:r>
      <w:proofErr w:type="gramEnd"/>
      <w:r>
        <w:rPr>
          <w:spacing w:val="-1"/>
          <w:w w:val="105"/>
          <w:sz w:val="23"/>
          <w:szCs w:val="23"/>
        </w:rPr>
        <w:t xml:space="preserve">20) on General Principles for Ship Reporting </w:t>
      </w:r>
      <w:r>
        <w:rPr>
          <w:spacing w:val="-4"/>
          <w:w w:val="105"/>
          <w:sz w:val="23"/>
          <w:szCs w:val="23"/>
        </w:rPr>
        <w:t xml:space="preserve">Systems and Ship Reporting Requirements, including guidelines for </w:t>
      </w:r>
      <w:r>
        <w:rPr>
          <w:spacing w:val="-4"/>
          <w:w w:val="105"/>
          <w:sz w:val="23"/>
          <w:szCs w:val="23"/>
        </w:rPr>
        <w:lastRenderedPageBreak/>
        <w:t xml:space="preserve">reporting incidents involving dangerous goods, harmful substances and / or marine pollutants. </w:t>
      </w:r>
    </w:p>
    <w:p w:rsidR="00C206CB" w:rsidRDefault="00C206CB" w:rsidP="00C206CB">
      <w:pPr>
        <w:spacing w:before="252"/>
        <w:ind w:left="709" w:hanging="709"/>
        <w:jc w:val="both"/>
        <w:rPr>
          <w:spacing w:val="-5"/>
          <w:w w:val="105"/>
          <w:sz w:val="23"/>
          <w:szCs w:val="23"/>
        </w:rPr>
      </w:pPr>
      <w:r>
        <w:rPr>
          <w:w w:val="105"/>
          <w:sz w:val="23"/>
          <w:szCs w:val="23"/>
        </w:rPr>
        <w:t xml:space="preserve">Note: All of the following phrases must come as the culmination (message content) of a radio </w:t>
      </w:r>
      <w:r>
        <w:rPr>
          <w:spacing w:val="-5"/>
          <w:w w:val="105"/>
          <w:sz w:val="23"/>
          <w:szCs w:val="23"/>
        </w:rPr>
        <w:t>message exchange between stations covered by the ITU Radio Regulations, and the relevant calling procedures have to be observed.</w:t>
      </w:r>
    </w:p>
    <w:p w:rsidR="00C206CB" w:rsidRDefault="00C206CB" w:rsidP="00C206CB">
      <w:pPr>
        <w:spacing w:before="576"/>
        <w:rPr>
          <w:b/>
          <w:bCs/>
          <w:spacing w:val="-8"/>
          <w:w w:val="105"/>
          <w:sz w:val="23"/>
          <w:szCs w:val="23"/>
        </w:rPr>
      </w:pPr>
      <w:r>
        <w:rPr>
          <w:b/>
          <w:bCs/>
          <w:spacing w:val="-8"/>
          <w:w w:val="105"/>
          <w:sz w:val="23"/>
          <w:szCs w:val="23"/>
        </w:rPr>
        <w:t>Message Markers (P.46)</w:t>
      </w:r>
    </w:p>
    <w:p w:rsidR="00C206CB" w:rsidRDefault="00C206CB" w:rsidP="00C206CB">
      <w:pPr>
        <w:tabs>
          <w:tab w:val="right" w:pos="8222"/>
        </w:tabs>
        <w:spacing w:before="252"/>
        <w:jc w:val="both"/>
        <w:rPr>
          <w:ins w:id="110" w:author="Fujitsu's User" w:date="2011-03-09T19:25:00Z"/>
          <w:spacing w:val="-6"/>
          <w:w w:val="105"/>
          <w:sz w:val="23"/>
          <w:szCs w:val="23"/>
        </w:rPr>
      </w:pPr>
      <w:ins w:id="111" w:author="Fujitsu's User" w:date="2011-03-09T19:25:00Z">
        <w:r>
          <w:rPr>
            <w:spacing w:val="-6"/>
            <w:w w:val="105"/>
            <w:sz w:val="23"/>
            <w:szCs w:val="23"/>
          </w:rPr>
          <w:t>The underlying intent of message markers is to escalate the importance of the message being communicated.</w:t>
        </w:r>
      </w:ins>
    </w:p>
    <w:p w:rsidR="000D03AE" w:rsidRDefault="000D03AE" w:rsidP="000D03AE">
      <w:pPr>
        <w:widowControl w:val="0"/>
        <w:numPr>
          <w:ilvl w:val="0"/>
          <w:numId w:val="2"/>
        </w:numPr>
        <w:tabs>
          <w:tab w:val="clear" w:pos="720"/>
          <w:tab w:val="num" w:pos="1152"/>
        </w:tabs>
        <w:kinsoku w:val="0"/>
        <w:spacing w:before="288"/>
        <w:rPr>
          <w:spacing w:val="36"/>
          <w:w w:val="105"/>
          <w:sz w:val="23"/>
          <w:szCs w:val="23"/>
        </w:rPr>
      </w:pPr>
      <w:r>
        <w:rPr>
          <w:b/>
          <w:bCs/>
          <w:spacing w:val="36"/>
          <w:w w:val="105"/>
          <w:sz w:val="23"/>
          <w:szCs w:val="23"/>
        </w:rPr>
        <w:t>INFORMATION</w:t>
      </w:r>
    </w:p>
    <w:p w:rsidR="000D03AE" w:rsidRDefault="000D03AE" w:rsidP="000D03AE">
      <w:pPr>
        <w:spacing w:before="252"/>
        <w:rPr>
          <w:spacing w:val="-4"/>
          <w:w w:val="105"/>
          <w:sz w:val="23"/>
          <w:szCs w:val="23"/>
        </w:rPr>
      </w:pPr>
      <w:r>
        <w:rPr>
          <w:spacing w:val="-4"/>
          <w:w w:val="105"/>
          <w:sz w:val="23"/>
          <w:szCs w:val="23"/>
        </w:rPr>
        <w:t>This indicates that the following message is restricted to observed facts, situations, etc</w:t>
      </w:r>
      <w:proofErr w:type="gramStart"/>
      <w:r>
        <w:rPr>
          <w:spacing w:val="-4"/>
          <w:w w:val="105"/>
          <w:sz w:val="23"/>
          <w:szCs w:val="23"/>
        </w:rPr>
        <w:t>..</w:t>
      </w:r>
      <w:proofErr w:type="gramEnd"/>
    </w:p>
    <w:p w:rsidR="000D03AE" w:rsidRDefault="000D03AE" w:rsidP="000D03AE">
      <w:pPr>
        <w:tabs>
          <w:tab w:val="right" w:pos="8426"/>
        </w:tabs>
        <w:spacing w:before="288"/>
        <w:ind w:left="1701" w:hangingChars="783" w:hanging="1701"/>
        <w:rPr>
          <w:spacing w:val="-4"/>
          <w:w w:val="105"/>
          <w:sz w:val="23"/>
          <w:szCs w:val="23"/>
        </w:rPr>
      </w:pPr>
      <w:r>
        <w:rPr>
          <w:spacing w:val="-12"/>
          <w:w w:val="105"/>
          <w:sz w:val="23"/>
          <w:szCs w:val="23"/>
        </w:rPr>
        <w:t>Comment:</w:t>
      </w:r>
      <w:r>
        <w:rPr>
          <w:spacing w:val="-12"/>
          <w:w w:val="105"/>
          <w:sz w:val="23"/>
          <w:szCs w:val="23"/>
        </w:rPr>
        <w:tab/>
      </w:r>
      <w:r>
        <w:rPr>
          <w:spacing w:val="-4"/>
          <w:w w:val="105"/>
          <w:sz w:val="23"/>
          <w:szCs w:val="23"/>
        </w:rPr>
        <w:t>This marker is preferably used for navigational and traffic information, etc</w:t>
      </w:r>
      <w:proofErr w:type="gramStart"/>
      <w:r>
        <w:rPr>
          <w:spacing w:val="-4"/>
          <w:w w:val="105"/>
          <w:sz w:val="23"/>
          <w:szCs w:val="23"/>
        </w:rPr>
        <w:t>..</w:t>
      </w:r>
      <w:proofErr w:type="gramEnd"/>
    </w:p>
    <w:p w:rsidR="000D03AE" w:rsidRDefault="000D03AE" w:rsidP="000D03AE">
      <w:pPr>
        <w:ind w:leftChars="555" w:left="1221" w:firstLineChars="205" w:firstLine="478"/>
        <w:rPr>
          <w:spacing w:val="-4"/>
          <w:w w:val="105"/>
          <w:sz w:val="23"/>
          <w:szCs w:val="23"/>
        </w:rPr>
      </w:pPr>
      <w:r>
        <w:rPr>
          <w:spacing w:val="-4"/>
          <w:w w:val="105"/>
          <w:sz w:val="23"/>
          <w:szCs w:val="23"/>
        </w:rPr>
        <w:t>Consequences of INFORMATION will be up to the recipient.</w:t>
      </w:r>
    </w:p>
    <w:p w:rsidR="000D03AE" w:rsidRDefault="000D03AE" w:rsidP="000D03AE">
      <w:pPr>
        <w:tabs>
          <w:tab w:val="right" w:pos="7730"/>
        </w:tabs>
        <w:spacing w:before="252"/>
        <w:ind w:left="1703" w:hangingChars="730" w:hanging="1703"/>
        <w:rPr>
          <w:spacing w:val="-3"/>
          <w:w w:val="105"/>
          <w:sz w:val="23"/>
          <w:szCs w:val="23"/>
        </w:rPr>
      </w:pPr>
      <w:r>
        <w:rPr>
          <w:spacing w:val="-4"/>
          <w:w w:val="105"/>
          <w:sz w:val="23"/>
          <w:szCs w:val="23"/>
        </w:rPr>
        <w:t>Example:</w:t>
      </w:r>
      <w:r>
        <w:rPr>
          <w:spacing w:val="-4"/>
          <w:w w:val="105"/>
          <w:sz w:val="23"/>
          <w:szCs w:val="23"/>
        </w:rPr>
        <w:tab/>
      </w:r>
      <w:r>
        <w:rPr>
          <w:spacing w:val="-3"/>
          <w:w w:val="105"/>
          <w:sz w:val="23"/>
          <w:szCs w:val="23"/>
        </w:rPr>
        <w:t xml:space="preserve">"INFORMATON. MV </w:t>
      </w:r>
      <w:proofErr w:type="spellStart"/>
      <w:r>
        <w:rPr>
          <w:spacing w:val="-3"/>
          <w:w w:val="105"/>
          <w:sz w:val="23"/>
          <w:szCs w:val="23"/>
        </w:rPr>
        <w:t>Noname</w:t>
      </w:r>
      <w:proofErr w:type="spellEnd"/>
      <w:r>
        <w:rPr>
          <w:spacing w:val="-3"/>
          <w:w w:val="105"/>
          <w:sz w:val="23"/>
          <w:szCs w:val="23"/>
        </w:rPr>
        <w:t xml:space="preserve"> will overtake to the west of you"</w:t>
      </w:r>
    </w:p>
    <w:p w:rsidR="000D03AE" w:rsidRDefault="000D03AE" w:rsidP="000D03AE">
      <w:pPr>
        <w:tabs>
          <w:tab w:val="right" w:pos="7730"/>
        </w:tabs>
        <w:spacing w:before="252"/>
        <w:ind w:left="1717" w:hangingChars="730" w:hanging="1717"/>
        <w:rPr>
          <w:spacing w:val="-3"/>
          <w:w w:val="105"/>
          <w:sz w:val="23"/>
          <w:szCs w:val="23"/>
        </w:rPr>
      </w:pPr>
    </w:p>
    <w:p w:rsidR="006F515C" w:rsidRDefault="008D3B7F" w:rsidP="006F515C">
      <w:pPr>
        <w:widowControl w:val="0"/>
        <w:tabs>
          <w:tab w:val="num" w:pos="1152"/>
        </w:tabs>
        <w:kinsoku w:val="0"/>
        <w:spacing w:before="288"/>
        <w:ind w:left="432"/>
        <w:rPr>
          <w:b/>
          <w:bCs/>
          <w:spacing w:val="48"/>
          <w:w w:val="105"/>
          <w:sz w:val="23"/>
          <w:szCs w:val="23"/>
        </w:rPr>
        <w:pPrChange w:id="112" w:author="Fujitsu's User" w:date="2011-03-09T22:43:00Z">
          <w:pPr>
            <w:widowControl w:val="0"/>
            <w:numPr>
              <w:numId w:val="4"/>
            </w:numPr>
            <w:tabs>
              <w:tab w:val="num" w:pos="720"/>
              <w:tab w:val="num" w:pos="1152"/>
            </w:tabs>
            <w:kinsoku w:val="0"/>
            <w:spacing w:before="288"/>
            <w:ind w:left="432"/>
          </w:pPr>
        </w:pPrChange>
      </w:pPr>
      <w:ins w:id="113" w:author="Fujitsu's User" w:date="2011-03-09T22:43:00Z">
        <w:r>
          <w:rPr>
            <w:b/>
            <w:bCs/>
            <w:spacing w:val="48"/>
            <w:w w:val="105"/>
            <w:sz w:val="23"/>
            <w:szCs w:val="23"/>
          </w:rPr>
          <w:t>(ii)</w:t>
        </w:r>
      </w:ins>
      <w:r w:rsidR="000D03AE">
        <w:rPr>
          <w:b/>
          <w:bCs/>
          <w:spacing w:val="48"/>
          <w:w w:val="105"/>
          <w:sz w:val="23"/>
          <w:szCs w:val="23"/>
        </w:rPr>
        <w:t>QUESTION</w:t>
      </w:r>
    </w:p>
    <w:p w:rsidR="000D03AE" w:rsidRDefault="000D03AE" w:rsidP="000D03AE">
      <w:pPr>
        <w:spacing w:before="252"/>
        <w:rPr>
          <w:spacing w:val="-4"/>
          <w:w w:val="105"/>
          <w:sz w:val="23"/>
          <w:szCs w:val="23"/>
        </w:rPr>
      </w:pPr>
      <w:r>
        <w:rPr>
          <w:spacing w:val="-4"/>
          <w:w w:val="105"/>
          <w:sz w:val="23"/>
          <w:szCs w:val="23"/>
        </w:rPr>
        <w:t>This indicates that the following message is of an interrogative character.</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The use of this marker removes any doubt as to whether a question is being asked or a</w:t>
      </w:r>
      <w:r w:rsidR="008D3B7F">
        <w:rPr>
          <w:spacing w:val="-12"/>
          <w:w w:val="105"/>
          <w:sz w:val="23"/>
          <w:szCs w:val="23"/>
        </w:rPr>
        <w:t xml:space="preserve"> </w:t>
      </w:r>
      <w:r w:rsidRPr="008D3B7F">
        <w:rPr>
          <w:spacing w:val="-12"/>
          <w:w w:val="105"/>
          <w:sz w:val="23"/>
          <w:szCs w:val="23"/>
        </w:rPr>
        <w:t>statement is being made, especially when interrogatives such as what, where, why, who, how are additionally used at the beginning of the question. The recipient is expected to return an answer.</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Example:</w:t>
      </w:r>
      <w:r w:rsidRPr="008D3B7F">
        <w:rPr>
          <w:spacing w:val="-12"/>
          <w:w w:val="105"/>
          <w:sz w:val="23"/>
          <w:szCs w:val="23"/>
        </w:rPr>
        <w:tab/>
        <w:t>"QUESTION</w:t>
      </w:r>
      <w:proofErr w:type="gramStart"/>
      <w:r w:rsidRPr="008D3B7F">
        <w:rPr>
          <w:spacing w:val="-12"/>
          <w:w w:val="105"/>
          <w:sz w:val="23"/>
          <w:szCs w:val="23"/>
        </w:rPr>
        <w:t>.(</w:t>
      </w:r>
      <w:proofErr w:type="gramEnd"/>
      <w:r w:rsidRPr="008D3B7F">
        <w:rPr>
          <w:spacing w:val="-12"/>
          <w:w w:val="105"/>
          <w:sz w:val="23"/>
          <w:szCs w:val="23"/>
        </w:rPr>
        <w:t>What is) your present maximum draft?"</w:t>
      </w:r>
    </w:p>
    <w:p w:rsidR="006F515C" w:rsidRDefault="008D3B7F" w:rsidP="006F515C">
      <w:pPr>
        <w:widowControl w:val="0"/>
        <w:kinsoku w:val="0"/>
        <w:spacing w:before="576"/>
        <w:rPr>
          <w:b/>
          <w:bCs/>
          <w:spacing w:val="108"/>
          <w:w w:val="105"/>
          <w:sz w:val="23"/>
          <w:szCs w:val="23"/>
        </w:rPr>
        <w:pPrChange w:id="114" w:author="Fujitsu's User" w:date="2011-03-09T22:43:00Z">
          <w:pPr>
            <w:widowControl w:val="0"/>
            <w:numPr>
              <w:numId w:val="3"/>
            </w:numPr>
            <w:tabs>
              <w:tab w:val="num" w:pos="1080"/>
              <w:tab w:val="num" w:pos="1512"/>
            </w:tabs>
            <w:kinsoku w:val="0"/>
            <w:spacing w:before="576"/>
            <w:ind w:firstLine="432"/>
          </w:pPr>
        </w:pPrChange>
      </w:pPr>
      <w:ins w:id="115" w:author="Fujitsu's User" w:date="2011-03-09T22:43:00Z">
        <w:r>
          <w:rPr>
            <w:b/>
            <w:bCs/>
            <w:spacing w:val="108"/>
            <w:w w:val="105"/>
            <w:sz w:val="23"/>
            <w:szCs w:val="23"/>
          </w:rPr>
          <w:t>(iii)</w:t>
        </w:r>
      </w:ins>
      <w:r w:rsidR="000D03AE">
        <w:rPr>
          <w:b/>
          <w:bCs/>
          <w:spacing w:val="108"/>
          <w:w w:val="105"/>
          <w:sz w:val="23"/>
          <w:szCs w:val="23"/>
        </w:rPr>
        <w:t>ANSWER</w:t>
      </w:r>
    </w:p>
    <w:p w:rsidR="000D03AE" w:rsidRDefault="000D03AE" w:rsidP="000D03AE">
      <w:pPr>
        <w:spacing w:before="252"/>
        <w:rPr>
          <w:spacing w:val="-4"/>
          <w:w w:val="105"/>
          <w:sz w:val="23"/>
          <w:szCs w:val="23"/>
        </w:rPr>
      </w:pPr>
      <w:r>
        <w:rPr>
          <w:spacing w:val="-4"/>
          <w:w w:val="105"/>
          <w:sz w:val="23"/>
          <w:szCs w:val="23"/>
        </w:rPr>
        <w:t>This indicates that the following message is the reply to a previous question.</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Note that an answer should not contain another question.</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Example:</w:t>
      </w:r>
      <w:r w:rsidRPr="008D3B7F">
        <w:rPr>
          <w:spacing w:val="-12"/>
          <w:w w:val="105"/>
          <w:sz w:val="23"/>
          <w:szCs w:val="23"/>
        </w:rPr>
        <w:tab/>
        <w:t>"ANSWER. My present maximum draft is seven decimal zero metres."</w:t>
      </w:r>
    </w:p>
    <w:p w:rsidR="000D03AE" w:rsidRDefault="000D03AE" w:rsidP="000D03AE">
      <w:pPr>
        <w:spacing w:before="252"/>
        <w:rPr>
          <w:spacing w:val="-4"/>
          <w:w w:val="105"/>
          <w:sz w:val="23"/>
          <w:szCs w:val="23"/>
        </w:rPr>
      </w:pPr>
    </w:p>
    <w:p w:rsidR="006F515C" w:rsidRDefault="008D3B7F" w:rsidP="006F515C">
      <w:pPr>
        <w:widowControl w:val="0"/>
        <w:kinsoku w:val="0"/>
        <w:spacing w:before="216" w:line="480" w:lineRule="auto"/>
        <w:ind w:right="288"/>
        <w:rPr>
          <w:spacing w:val="-5"/>
          <w:w w:val="105"/>
          <w:sz w:val="23"/>
          <w:szCs w:val="23"/>
        </w:rPr>
        <w:pPrChange w:id="116" w:author="Fujitsu's User" w:date="2011-03-09T22:43:00Z">
          <w:pPr>
            <w:widowControl w:val="0"/>
            <w:numPr>
              <w:numId w:val="3"/>
            </w:numPr>
            <w:tabs>
              <w:tab w:val="num" w:pos="1080"/>
              <w:tab w:val="num" w:pos="1512"/>
            </w:tabs>
            <w:kinsoku w:val="0"/>
            <w:spacing w:before="216" w:line="480" w:lineRule="auto"/>
            <w:ind w:right="288" w:firstLine="432"/>
          </w:pPr>
        </w:pPrChange>
      </w:pPr>
      <w:ins w:id="117" w:author="Fujitsu's User" w:date="2011-03-09T22:43:00Z">
        <w:r>
          <w:rPr>
            <w:b/>
            <w:bCs/>
            <w:spacing w:val="146"/>
            <w:w w:val="105"/>
            <w:sz w:val="23"/>
            <w:szCs w:val="23"/>
          </w:rPr>
          <w:t>(iv</w:t>
        </w:r>
        <w:proofErr w:type="gramStart"/>
        <w:r>
          <w:rPr>
            <w:b/>
            <w:bCs/>
            <w:spacing w:val="146"/>
            <w:w w:val="105"/>
            <w:sz w:val="23"/>
            <w:szCs w:val="23"/>
          </w:rPr>
          <w:t>)</w:t>
        </w:r>
      </w:ins>
      <w:proofErr w:type="gramEnd"/>
      <w:r w:rsidR="000D03AE">
        <w:rPr>
          <w:b/>
          <w:bCs/>
          <w:spacing w:val="146"/>
          <w:w w:val="105"/>
          <w:sz w:val="23"/>
          <w:szCs w:val="23"/>
        </w:rPr>
        <w:t xml:space="preserve">REQUEST </w:t>
      </w:r>
    </w:p>
    <w:p w:rsidR="000D03AE" w:rsidRPr="000D03AE" w:rsidRDefault="000D03AE" w:rsidP="000D03AE">
      <w:pPr>
        <w:spacing w:before="252"/>
        <w:rPr>
          <w:spacing w:val="-4"/>
          <w:w w:val="105"/>
          <w:sz w:val="23"/>
          <w:szCs w:val="23"/>
        </w:rPr>
      </w:pPr>
      <w:r w:rsidRPr="000D03AE">
        <w:rPr>
          <w:spacing w:val="-4"/>
          <w:w w:val="105"/>
          <w:sz w:val="23"/>
          <w:szCs w:val="23"/>
        </w:rPr>
        <w:t>This indicates that the following message is asking for action from others with respect to the vessel.</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The use of this marker is to signal: I want something to be arranged or provided,</w:t>
      </w:r>
    </w:p>
    <w:p w:rsidR="000D03AE" w:rsidRPr="008D3B7F" w:rsidRDefault="000D03AE" w:rsidP="008D3B7F">
      <w:pPr>
        <w:tabs>
          <w:tab w:val="right" w:pos="8426"/>
        </w:tabs>
        <w:spacing w:before="288"/>
        <w:ind w:leftChars="773" w:left="1701"/>
        <w:rPr>
          <w:spacing w:val="-12"/>
          <w:w w:val="105"/>
          <w:sz w:val="23"/>
          <w:szCs w:val="23"/>
        </w:rPr>
      </w:pPr>
      <w:r w:rsidRPr="008D3B7F">
        <w:rPr>
          <w:spacing w:val="-12"/>
          <w:w w:val="105"/>
          <w:sz w:val="23"/>
          <w:szCs w:val="23"/>
        </w:rPr>
        <w:t>e.g. ship´s stores requirements, tugs, permission, etc</w:t>
      </w:r>
      <w:proofErr w:type="gramStart"/>
      <w:r w:rsidRPr="008D3B7F">
        <w:rPr>
          <w:spacing w:val="-12"/>
          <w:w w:val="105"/>
          <w:sz w:val="23"/>
          <w:szCs w:val="23"/>
        </w:rPr>
        <w:t>..</w:t>
      </w:r>
      <w:proofErr w:type="gramEnd"/>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lastRenderedPageBreak/>
        <w:t>Note:</w:t>
      </w:r>
      <w:r w:rsidRPr="008D3B7F">
        <w:rPr>
          <w:spacing w:val="-12"/>
          <w:w w:val="105"/>
          <w:sz w:val="23"/>
          <w:szCs w:val="23"/>
        </w:rPr>
        <w:tab/>
        <w:t>REQUEST must not be used involving navigation, or to modify COLREGS.</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Example:</w:t>
      </w:r>
      <w:r w:rsidRPr="008D3B7F">
        <w:rPr>
          <w:spacing w:val="-12"/>
          <w:w w:val="105"/>
          <w:sz w:val="23"/>
          <w:szCs w:val="23"/>
        </w:rPr>
        <w:tab/>
        <w:t>"REQUEST. I require two tugs."</w:t>
      </w:r>
    </w:p>
    <w:p w:rsidR="000D03AE" w:rsidRDefault="000D03AE" w:rsidP="000D03AE">
      <w:pPr>
        <w:spacing w:before="252"/>
        <w:rPr>
          <w:spacing w:val="-4"/>
          <w:w w:val="105"/>
          <w:sz w:val="23"/>
          <w:szCs w:val="23"/>
        </w:rPr>
      </w:pPr>
    </w:p>
    <w:p w:rsidR="006F515C" w:rsidRDefault="008D3B7F" w:rsidP="006F515C">
      <w:pPr>
        <w:widowControl w:val="0"/>
        <w:kinsoku w:val="0"/>
        <w:spacing w:before="288"/>
        <w:rPr>
          <w:b/>
          <w:bCs/>
          <w:spacing w:val="80"/>
          <w:w w:val="105"/>
          <w:sz w:val="23"/>
          <w:szCs w:val="23"/>
        </w:rPr>
        <w:pPrChange w:id="118" w:author="Fujitsu's User" w:date="2011-03-09T22:43:00Z">
          <w:pPr>
            <w:widowControl w:val="0"/>
            <w:numPr>
              <w:numId w:val="3"/>
            </w:numPr>
            <w:tabs>
              <w:tab w:val="num" w:pos="1080"/>
              <w:tab w:val="num" w:pos="1512"/>
            </w:tabs>
            <w:kinsoku w:val="0"/>
            <w:spacing w:before="288"/>
            <w:ind w:firstLine="432"/>
          </w:pPr>
        </w:pPrChange>
      </w:pPr>
      <w:ins w:id="119" w:author="Fujitsu's User" w:date="2011-03-09T22:43:00Z">
        <w:r>
          <w:rPr>
            <w:b/>
            <w:bCs/>
            <w:spacing w:val="80"/>
            <w:w w:val="105"/>
            <w:sz w:val="23"/>
            <w:szCs w:val="23"/>
          </w:rPr>
          <w:t>(v)</w:t>
        </w:r>
      </w:ins>
      <w:r w:rsidR="000D03AE">
        <w:rPr>
          <w:b/>
          <w:bCs/>
          <w:spacing w:val="80"/>
          <w:w w:val="105"/>
          <w:sz w:val="23"/>
          <w:szCs w:val="23"/>
        </w:rPr>
        <w:t>INTENTION</w:t>
      </w:r>
    </w:p>
    <w:p w:rsidR="000D03AE" w:rsidRPr="000D03AE" w:rsidRDefault="000D03AE" w:rsidP="000D03AE">
      <w:pPr>
        <w:spacing w:before="252"/>
        <w:rPr>
          <w:spacing w:val="-4"/>
          <w:w w:val="105"/>
          <w:sz w:val="23"/>
          <w:szCs w:val="23"/>
        </w:rPr>
      </w:pPr>
      <w:r w:rsidRPr="000D03AE">
        <w:rPr>
          <w:spacing w:val="-4"/>
          <w:w w:val="105"/>
          <w:sz w:val="23"/>
          <w:szCs w:val="23"/>
        </w:rPr>
        <w:t>This indicates that the following message informs others about immediate navigational action intended to be taken.</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The use of this message marker is logically restricted to messages announcing</w:t>
      </w:r>
      <w:r w:rsidR="008D3B7F">
        <w:rPr>
          <w:spacing w:val="-12"/>
          <w:w w:val="105"/>
          <w:sz w:val="23"/>
          <w:szCs w:val="23"/>
        </w:rPr>
        <w:t xml:space="preserve"> </w:t>
      </w:r>
      <w:r w:rsidRPr="008D3B7F">
        <w:rPr>
          <w:spacing w:val="-12"/>
          <w:w w:val="105"/>
          <w:sz w:val="23"/>
          <w:szCs w:val="23"/>
        </w:rPr>
        <w:t>navigational actions by the vessel sending this message.</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Example:</w:t>
      </w:r>
      <w:r w:rsidRPr="008D3B7F">
        <w:rPr>
          <w:spacing w:val="-12"/>
          <w:w w:val="105"/>
          <w:sz w:val="23"/>
          <w:szCs w:val="23"/>
        </w:rPr>
        <w:tab/>
        <w:t>"INTENTION. I will reduce my speed."</w:t>
      </w:r>
    </w:p>
    <w:p w:rsidR="000D03AE" w:rsidRDefault="000D03AE" w:rsidP="000D03AE">
      <w:pPr>
        <w:tabs>
          <w:tab w:val="right" w:pos="8222"/>
        </w:tabs>
        <w:spacing w:before="252"/>
        <w:jc w:val="both"/>
        <w:rPr>
          <w:spacing w:val="-4"/>
          <w:w w:val="105"/>
          <w:sz w:val="23"/>
          <w:szCs w:val="23"/>
        </w:rPr>
      </w:pPr>
    </w:p>
    <w:p w:rsidR="006F515C" w:rsidRDefault="008D3B7F" w:rsidP="006F515C">
      <w:pPr>
        <w:widowControl w:val="0"/>
        <w:tabs>
          <w:tab w:val="num" w:pos="1152"/>
        </w:tabs>
        <w:kinsoku w:val="0"/>
        <w:spacing w:before="288"/>
        <w:ind w:left="432"/>
        <w:rPr>
          <w:spacing w:val="64"/>
          <w:w w:val="105"/>
          <w:sz w:val="23"/>
          <w:szCs w:val="23"/>
        </w:rPr>
        <w:pPrChange w:id="120" w:author="Fujitsu's User" w:date="2011-03-09T22:43:00Z">
          <w:pPr>
            <w:widowControl w:val="0"/>
            <w:numPr>
              <w:numId w:val="5"/>
            </w:numPr>
            <w:tabs>
              <w:tab w:val="num" w:pos="720"/>
              <w:tab w:val="num" w:pos="1152"/>
            </w:tabs>
            <w:kinsoku w:val="0"/>
            <w:spacing w:before="288"/>
            <w:ind w:left="432"/>
          </w:pPr>
        </w:pPrChange>
      </w:pPr>
      <w:ins w:id="121" w:author="Fujitsu's User" w:date="2011-03-09T22:44:00Z">
        <w:r>
          <w:rPr>
            <w:b/>
            <w:bCs/>
            <w:spacing w:val="64"/>
            <w:w w:val="105"/>
            <w:sz w:val="23"/>
            <w:szCs w:val="23"/>
          </w:rPr>
          <w:t>(vi</w:t>
        </w:r>
        <w:proofErr w:type="gramStart"/>
        <w:r>
          <w:rPr>
            <w:b/>
            <w:bCs/>
            <w:spacing w:val="64"/>
            <w:w w:val="105"/>
            <w:sz w:val="23"/>
            <w:szCs w:val="23"/>
          </w:rPr>
          <w:t>)</w:t>
        </w:r>
      </w:ins>
      <w:proofErr w:type="gramEnd"/>
      <w:r w:rsidR="000D03AE">
        <w:rPr>
          <w:b/>
          <w:bCs/>
          <w:spacing w:val="64"/>
          <w:w w:val="105"/>
          <w:sz w:val="23"/>
          <w:szCs w:val="23"/>
        </w:rPr>
        <w:t>ADVICE</w:t>
      </w:r>
    </w:p>
    <w:p w:rsidR="000D03AE" w:rsidRPr="000D03AE" w:rsidRDefault="000D03AE" w:rsidP="000D03AE">
      <w:pPr>
        <w:spacing w:before="252"/>
        <w:rPr>
          <w:spacing w:val="-4"/>
          <w:w w:val="105"/>
          <w:sz w:val="23"/>
          <w:szCs w:val="23"/>
        </w:rPr>
      </w:pPr>
      <w:r w:rsidRPr="000D03AE">
        <w:rPr>
          <w:spacing w:val="-4"/>
          <w:w w:val="105"/>
          <w:sz w:val="23"/>
          <w:szCs w:val="23"/>
        </w:rPr>
        <w:t>This indicates that the following message implies the intention of the sender to influence others by a Recommendation.  The use of the message Marker ADVICE would normally follow Information and or Warning Messages.</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The decision whether to follow the ADVICE still stays with the recipient. ADVICE</w:t>
      </w:r>
      <w:r w:rsidR="008D3B7F">
        <w:rPr>
          <w:spacing w:val="-12"/>
          <w:w w:val="105"/>
          <w:sz w:val="23"/>
          <w:szCs w:val="23"/>
        </w:rPr>
        <w:t xml:space="preserve"> </w:t>
      </w:r>
      <w:r w:rsidRPr="008D3B7F">
        <w:rPr>
          <w:spacing w:val="-12"/>
          <w:w w:val="105"/>
          <w:sz w:val="23"/>
          <w:szCs w:val="23"/>
        </w:rPr>
        <w:t>does not necessarily have to be followed but should be considered very carefully.</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Example:</w:t>
      </w:r>
      <w:r w:rsidRPr="008D3B7F">
        <w:rPr>
          <w:spacing w:val="-12"/>
          <w:w w:val="105"/>
          <w:sz w:val="23"/>
          <w:szCs w:val="23"/>
        </w:rPr>
        <w:tab/>
        <w:t>WARNING. Vessel departing berth”</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ab/>
        <w:t>"ADVICE</w:t>
      </w:r>
      <w:proofErr w:type="gramStart"/>
      <w:r w:rsidRPr="008D3B7F">
        <w:rPr>
          <w:spacing w:val="-12"/>
          <w:w w:val="105"/>
          <w:sz w:val="23"/>
          <w:szCs w:val="23"/>
        </w:rPr>
        <w:t xml:space="preserve">. </w:t>
      </w:r>
      <w:proofErr w:type="gramEnd"/>
      <w:r w:rsidRPr="008D3B7F">
        <w:rPr>
          <w:spacing w:val="-12"/>
          <w:w w:val="105"/>
          <w:sz w:val="23"/>
          <w:szCs w:val="23"/>
        </w:rPr>
        <w:t>Do not cross the Fairway."</w:t>
      </w:r>
    </w:p>
    <w:p w:rsidR="000D03AE" w:rsidRDefault="000D03AE" w:rsidP="000D03AE">
      <w:pPr>
        <w:tabs>
          <w:tab w:val="right" w:pos="7730"/>
        </w:tabs>
        <w:spacing w:before="252"/>
        <w:ind w:left="1717" w:hangingChars="730" w:hanging="1717"/>
        <w:rPr>
          <w:spacing w:val="-3"/>
          <w:w w:val="105"/>
          <w:sz w:val="23"/>
          <w:szCs w:val="23"/>
        </w:rPr>
      </w:pPr>
    </w:p>
    <w:p w:rsidR="006F515C" w:rsidRDefault="008D3B7F" w:rsidP="006F515C">
      <w:pPr>
        <w:widowControl w:val="0"/>
        <w:kinsoku w:val="0"/>
        <w:spacing w:before="180"/>
        <w:ind w:left="432"/>
        <w:rPr>
          <w:spacing w:val="56"/>
          <w:w w:val="105"/>
          <w:sz w:val="23"/>
          <w:szCs w:val="23"/>
        </w:rPr>
        <w:pPrChange w:id="122" w:author="Fujitsu's User" w:date="2011-03-09T22:44:00Z">
          <w:pPr>
            <w:widowControl w:val="0"/>
            <w:numPr>
              <w:numId w:val="4"/>
            </w:numPr>
            <w:tabs>
              <w:tab w:val="num" w:pos="720"/>
              <w:tab w:val="num" w:pos="1152"/>
            </w:tabs>
            <w:kinsoku w:val="0"/>
            <w:spacing w:before="180"/>
            <w:ind w:left="432"/>
          </w:pPr>
        </w:pPrChange>
      </w:pPr>
      <w:ins w:id="123" w:author="Fujitsu's User" w:date="2011-03-09T22:44:00Z">
        <w:r>
          <w:rPr>
            <w:b/>
            <w:bCs/>
            <w:spacing w:val="56"/>
            <w:w w:val="105"/>
            <w:sz w:val="23"/>
            <w:szCs w:val="23"/>
          </w:rPr>
          <w:t>(vii)</w:t>
        </w:r>
      </w:ins>
      <w:r w:rsidR="000D03AE">
        <w:rPr>
          <w:b/>
          <w:bCs/>
          <w:spacing w:val="56"/>
          <w:w w:val="105"/>
          <w:sz w:val="23"/>
          <w:szCs w:val="23"/>
        </w:rPr>
        <w:t>WARNING</w:t>
      </w:r>
    </w:p>
    <w:p w:rsidR="000D03AE" w:rsidRPr="000D03AE" w:rsidRDefault="000D03AE" w:rsidP="000D03AE">
      <w:pPr>
        <w:spacing w:before="252"/>
        <w:rPr>
          <w:spacing w:val="-4"/>
          <w:w w:val="105"/>
          <w:sz w:val="23"/>
          <w:szCs w:val="23"/>
        </w:rPr>
      </w:pPr>
      <w:r>
        <w:rPr>
          <w:spacing w:val="-4"/>
          <w:w w:val="105"/>
          <w:sz w:val="23"/>
          <w:szCs w:val="23"/>
        </w:rPr>
        <w:t xml:space="preserve">This indicates that the following message implies the intention of the sender to inform others about </w:t>
      </w:r>
      <w:r w:rsidRPr="000D03AE">
        <w:rPr>
          <w:spacing w:val="-4"/>
          <w:w w:val="105"/>
          <w:sz w:val="23"/>
          <w:szCs w:val="23"/>
        </w:rPr>
        <w:t>danger.</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This means that any recipient of a WARNING should pay immediate attention to</w:t>
      </w:r>
      <w:r w:rsidR="008D3B7F">
        <w:rPr>
          <w:spacing w:val="-12"/>
          <w:w w:val="105"/>
          <w:sz w:val="23"/>
          <w:szCs w:val="23"/>
        </w:rPr>
        <w:t xml:space="preserve"> </w:t>
      </w:r>
      <w:r w:rsidRPr="008D3B7F">
        <w:rPr>
          <w:spacing w:val="-12"/>
          <w:w w:val="105"/>
          <w:sz w:val="23"/>
          <w:szCs w:val="23"/>
        </w:rPr>
        <w:t>the danger mentioned. Consequences of a WARNING will be up to the recipient.</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Example:</w:t>
      </w:r>
      <w:r w:rsidRPr="008D3B7F">
        <w:rPr>
          <w:spacing w:val="-12"/>
          <w:w w:val="105"/>
          <w:sz w:val="23"/>
          <w:szCs w:val="23"/>
        </w:rPr>
        <w:tab/>
        <w:t>"WARNING. Obstruction in the fairway."</w:t>
      </w:r>
    </w:p>
    <w:p w:rsidR="000D03AE" w:rsidRPr="000D03AE" w:rsidRDefault="000D03AE" w:rsidP="000D03AE">
      <w:pPr>
        <w:spacing w:before="252"/>
        <w:rPr>
          <w:spacing w:val="-4"/>
          <w:w w:val="105"/>
          <w:sz w:val="23"/>
          <w:szCs w:val="23"/>
        </w:rPr>
      </w:pPr>
    </w:p>
    <w:p w:rsidR="000D03AE" w:rsidRDefault="000D03AE" w:rsidP="000D03AE">
      <w:pPr>
        <w:widowControl w:val="0"/>
        <w:numPr>
          <w:ilvl w:val="0"/>
          <w:numId w:val="5"/>
        </w:numPr>
        <w:tabs>
          <w:tab w:val="clear" w:pos="720"/>
          <w:tab w:val="num" w:pos="1152"/>
        </w:tabs>
        <w:kinsoku w:val="0"/>
        <w:spacing w:before="252"/>
        <w:rPr>
          <w:spacing w:val="34"/>
          <w:w w:val="105"/>
          <w:sz w:val="23"/>
          <w:szCs w:val="23"/>
        </w:rPr>
      </w:pPr>
      <w:r>
        <w:rPr>
          <w:b/>
          <w:bCs/>
          <w:spacing w:val="34"/>
          <w:w w:val="105"/>
          <w:sz w:val="23"/>
          <w:szCs w:val="23"/>
        </w:rPr>
        <w:t>INSTRUCTION</w:t>
      </w:r>
    </w:p>
    <w:p w:rsidR="000D03AE" w:rsidRPr="000D03AE" w:rsidRDefault="000D03AE" w:rsidP="000D03AE">
      <w:pPr>
        <w:spacing w:before="252"/>
        <w:rPr>
          <w:spacing w:val="-4"/>
          <w:w w:val="105"/>
          <w:sz w:val="23"/>
          <w:szCs w:val="23"/>
        </w:rPr>
      </w:pPr>
      <w:r w:rsidRPr="000D03AE">
        <w:rPr>
          <w:spacing w:val="-4"/>
          <w:w w:val="105"/>
          <w:sz w:val="23"/>
          <w:szCs w:val="23"/>
        </w:rPr>
        <w:t>This indicates that the following message implies the intention of the sender to influence others by a Regulation.  The use of the message Marker INSTRUCTION would normally follow the provision of Information, Warning and or ADVICE Messages.</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Comment:</w:t>
      </w:r>
      <w:r w:rsidRPr="008D3B7F">
        <w:rPr>
          <w:spacing w:val="-12"/>
          <w:w w:val="105"/>
          <w:sz w:val="23"/>
          <w:szCs w:val="23"/>
        </w:rPr>
        <w:tab/>
        <w:t>This means that the sender, e.g. a VTS Station or a naval vessel, must have full</w:t>
      </w:r>
      <w:r w:rsidR="008D3B7F">
        <w:rPr>
          <w:spacing w:val="-12"/>
          <w:w w:val="105"/>
          <w:sz w:val="23"/>
          <w:szCs w:val="23"/>
        </w:rPr>
        <w:t xml:space="preserve"> </w:t>
      </w:r>
      <w:r w:rsidRPr="008D3B7F">
        <w:rPr>
          <w:spacing w:val="-12"/>
          <w:w w:val="105"/>
          <w:sz w:val="23"/>
          <w:szCs w:val="23"/>
        </w:rPr>
        <w:t>authority to send such a message. The recipient has to follow this legally binding message unless he/she has contradictory safety reasons which then have to be reported to the sender.</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lastRenderedPageBreak/>
        <w:t>Example:</w:t>
      </w:r>
      <w:r w:rsidRPr="008D3B7F">
        <w:rPr>
          <w:spacing w:val="-12"/>
          <w:w w:val="105"/>
          <w:sz w:val="23"/>
          <w:szCs w:val="23"/>
        </w:rPr>
        <w:tab/>
        <w:t>WARNING. Vessel departing berth”</w:t>
      </w:r>
    </w:p>
    <w:p w:rsidR="000D03AE" w:rsidRPr="008D3B7F" w:rsidRDefault="000D03AE" w:rsidP="008D3B7F">
      <w:pPr>
        <w:tabs>
          <w:tab w:val="right" w:pos="8426"/>
        </w:tabs>
        <w:spacing w:before="288"/>
        <w:ind w:left="1701" w:hangingChars="783" w:hanging="1701"/>
        <w:rPr>
          <w:spacing w:val="-12"/>
          <w:w w:val="105"/>
          <w:sz w:val="23"/>
          <w:szCs w:val="23"/>
        </w:rPr>
      </w:pPr>
      <w:r w:rsidRPr="008D3B7F">
        <w:rPr>
          <w:spacing w:val="-12"/>
          <w:w w:val="105"/>
          <w:sz w:val="23"/>
          <w:szCs w:val="23"/>
        </w:rPr>
        <w:tab/>
        <w:t>"INSTRUCTION</w:t>
      </w:r>
      <w:proofErr w:type="gramStart"/>
      <w:r w:rsidRPr="008D3B7F">
        <w:rPr>
          <w:spacing w:val="-12"/>
          <w:w w:val="105"/>
          <w:sz w:val="23"/>
          <w:szCs w:val="23"/>
        </w:rPr>
        <w:t xml:space="preserve">. </w:t>
      </w:r>
      <w:proofErr w:type="gramEnd"/>
      <w:r w:rsidRPr="008D3B7F">
        <w:rPr>
          <w:spacing w:val="-12"/>
          <w:w w:val="105"/>
          <w:sz w:val="23"/>
          <w:szCs w:val="23"/>
        </w:rPr>
        <w:t>Do not cross the fairway.”</w:t>
      </w:r>
    </w:p>
    <w:p w:rsidR="000D03AE" w:rsidRDefault="000D03AE" w:rsidP="000D03AE">
      <w:pPr>
        <w:autoSpaceDE w:val="0"/>
        <w:autoSpaceDN w:val="0"/>
        <w:adjustRightInd w:val="0"/>
        <w:sectPr w:rsidR="000D03AE">
          <w:headerReference w:type="even" r:id="rId9"/>
          <w:headerReference w:type="default" r:id="rId10"/>
          <w:footerReference w:type="even" r:id="rId11"/>
          <w:footerReference w:type="default" r:id="rId12"/>
          <w:pgSz w:w="11918" w:h="16854"/>
          <w:pgMar w:top="853" w:right="1169" w:bottom="586" w:left="1229" w:header="594" w:footer="721" w:gutter="0"/>
          <w:cols w:space="720"/>
          <w:noEndnote/>
        </w:sectPr>
      </w:pPr>
    </w:p>
    <w:p w:rsidR="00A62F23" w:rsidRPr="00A62F23" w:rsidRDefault="00A62F23" w:rsidP="00A62F23">
      <w:pPr>
        <w:tabs>
          <w:tab w:val="right" w:pos="9619"/>
        </w:tabs>
        <w:spacing w:before="252"/>
        <w:ind w:leftChars="64" w:left="2269" w:hangingChars="1079" w:hanging="2128"/>
        <w:rPr>
          <w:spacing w:val="-22"/>
          <w:w w:val="105"/>
          <w:sz w:val="23"/>
          <w:szCs w:val="23"/>
        </w:rPr>
      </w:pPr>
    </w:p>
    <w:sectPr w:rsidR="00A62F23" w:rsidRPr="00A62F23" w:rsidSect="006752B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FEE" w:rsidRDefault="00DF5FEE" w:rsidP="005D60AB">
      <w:r>
        <w:separator/>
      </w:r>
    </w:p>
  </w:endnote>
  <w:endnote w:type="continuationSeparator" w:id="0">
    <w:p w:rsidR="00DF5FEE" w:rsidRDefault="00DF5FEE" w:rsidP="005D6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3AE" w:rsidRDefault="000D03AE">
    <w:pPr>
      <w:keepNext/>
      <w:keepLines/>
      <w:tabs>
        <w:tab w:val="left" w:pos="212"/>
      </w:tabs>
      <w:rPr>
        <w:spacing w:val="-4"/>
        <w:w w:val="105"/>
        <w:sz w:val="20"/>
        <w:szCs w:val="20"/>
      </w:rPr>
    </w:pPr>
    <w:r>
      <w:tab/>
    </w:r>
    <w:hyperlink r:id="rId1" w:history="1">
      <w:r>
        <w:rPr>
          <w:color w:val="0000FF"/>
          <w:spacing w:val="-4"/>
          <w:w w:val="105"/>
          <w:sz w:val="20"/>
          <w:szCs w:val="20"/>
          <w:u w:val="single"/>
        </w:rPr>
        <w:t>I:\ASSEMBLY\22\RES\918.doc</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3AE" w:rsidRDefault="000D03AE">
    <w:pPr>
      <w:keepNext/>
      <w:keepLines/>
      <w:tabs>
        <w:tab w:val="left" w:pos="212"/>
      </w:tabs>
      <w:rPr>
        <w:spacing w:val="-4"/>
        <w:w w:val="105"/>
        <w:sz w:val="20"/>
        <w:szCs w:val="20"/>
      </w:rPr>
    </w:pPr>
    <w:r>
      <w:tab/>
    </w:r>
    <w:hyperlink r:id="rId1" w:history="1">
      <w:r>
        <w:rPr>
          <w:color w:val="0000FF"/>
          <w:spacing w:val="-4"/>
          <w:w w:val="105"/>
          <w:sz w:val="20"/>
          <w:szCs w:val="20"/>
          <w:u w:val="single"/>
        </w:rPr>
        <w:t>I:\ASSEMBLY\22\RES\918.doc</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FEE" w:rsidRDefault="00DF5FEE" w:rsidP="005D60AB">
      <w:r>
        <w:separator/>
      </w:r>
    </w:p>
  </w:footnote>
  <w:footnote w:type="continuationSeparator" w:id="0">
    <w:p w:rsidR="00DF5FEE" w:rsidRDefault="00DF5FEE" w:rsidP="005D60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3AE" w:rsidRDefault="00DF5FEE">
    <w:pPr>
      <w:rPr>
        <w:sz w:val="16"/>
        <w:szCs w:val="16"/>
      </w:rPr>
    </w:pPr>
    <w:r>
      <w:rPr>
        <w:noProof/>
        <w:lang w:val="en-AU"/>
      </w:rPr>
      <w:pict>
        <v:shapetype id="_x0000_t202" coordsize="21600,21600" o:spt="202" path="m,l,21600r21600,l21600,xe">
          <v:stroke joinstyle="miter"/>
          <v:path gradientshapeok="t" o:connecttype="rect"/>
        </v:shapetype>
        <v:shape id="_x0000_s2050" type="#_x0000_t202" style="position:absolute;margin-left:63.2pt;margin-top:0;width:469.45pt;height:12.2pt;z-index:251660288;mso-wrap-edited:f;mso-wrap-distance-left:0;mso-wrap-distance-right:0;mso-position-horizontal-relative:page" wrapcoords="-62 0 -62 21600 21662 21600 21662 0 -62 0" o:allowincell="f" stroked="f">
          <v:fill opacity="0"/>
          <v:textbox inset="0,0,0,0">
            <w:txbxContent>
              <w:p w:rsidR="000D03AE" w:rsidRDefault="000D03AE">
                <w:pPr>
                  <w:keepNext/>
                  <w:keepLines/>
                  <w:tabs>
                    <w:tab w:val="right" w:pos="4992"/>
                  </w:tabs>
                  <w:rPr>
                    <w:w w:val="105"/>
                  </w:rPr>
                </w:pPr>
                <w:r>
                  <w:rPr>
                    <w:spacing w:val="-4"/>
                    <w:w w:val="105"/>
                  </w:rPr>
                  <w:t>A 22/Res.918</w:t>
                </w:r>
                <w:r>
                  <w:rPr>
                    <w:spacing w:val="-4"/>
                    <w:w w:val="105"/>
                  </w:rPr>
                  <w:tab/>
                </w:r>
                <w:r>
                  <w:rPr>
                    <w:w w:val="105"/>
                  </w:rPr>
                  <w:t xml:space="preserve">- </w:t>
                </w:r>
                <w:r w:rsidR="00C9735C">
                  <w:rPr>
                    <w:w w:val="105"/>
                  </w:rPr>
                  <w:fldChar w:fldCharType="begin"/>
                </w:r>
                <w:r>
                  <w:rPr>
                    <w:w w:val="105"/>
                  </w:rPr>
                  <w:instrText xml:space="preserve"> PAGE </w:instrText>
                </w:r>
                <w:r w:rsidR="00C9735C">
                  <w:rPr>
                    <w:w w:val="105"/>
                  </w:rPr>
                  <w:fldChar w:fldCharType="separate"/>
                </w:r>
                <w:r>
                  <w:rPr>
                    <w:noProof/>
                    <w:w w:val="105"/>
                  </w:rPr>
                  <w:t>48</w:t>
                </w:r>
                <w:r w:rsidR="00C9735C">
                  <w:rPr>
                    <w:w w:val="105"/>
                  </w:rPr>
                  <w:fldChar w:fldCharType="end"/>
                </w:r>
                <w:r>
                  <w:rPr>
                    <w:w w:val="105"/>
                  </w:rPr>
                  <w:t xml:space="preserve"> -</w:t>
                </w:r>
              </w:p>
            </w:txbxContent>
          </v:textbox>
          <w10:wrap type="square" anchorx="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CF2" w:rsidRDefault="00A11CF2" w:rsidP="00A11CF2">
    <w:pPr>
      <w:keepNext/>
      <w:keepLines/>
      <w:tabs>
        <w:tab w:val="left" w:pos="4580"/>
        <w:tab w:val="right" w:pos="9498"/>
      </w:tabs>
      <w:jc w:val="right"/>
    </w:pPr>
    <w:r>
      <w:t>VTS33/8/5</w:t>
    </w:r>
  </w:p>
  <w:p w:rsidR="000D03AE" w:rsidRDefault="000D03AE" w:rsidP="00A11CF2">
    <w:pPr>
      <w:keepNext/>
      <w:keepLines/>
      <w:tabs>
        <w:tab w:val="left" w:pos="4580"/>
        <w:tab w:val="right" w:pos="9498"/>
      </w:tabs>
      <w:rPr>
        <w:spacing w:val="-6"/>
        <w:w w:val="105"/>
      </w:rPr>
    </w:pPr>
    <w:r>
      <w:tab/>
    </w:r>
    <w:r>
      <w:rPr>
        <w:spacing w:val="-16"/>
        <w:w w:val="105"/>
      </w:rPr>
      <w:t xml:space="preserve">- </w:t>
    </w:r>
    <w:r w:rsidR="00C9735C">
      <w:rPr>
        <w:spacing w:val="-16"/>
        <w:w w:val="105"/>
      </w:rPr>
      <w:fldChar w:fldCharType="begin"/>
    </w:r>
    <w:r>
      <w:rPr>
        <w:spacing w:val="-16"/>
        <w:w w:val="105"/>
      </w:rPr>
      <w:instrText xml:space="preserve"> PAGE </w:instrText>
    </w:r>
    <w:r w:rsidR="00C9735C">
      <w:rPr>
        <w:spacing w:val="-16"/>
        <w:w w:val="105"/>
      </w:rPr>
      <w:fldChar w:fldCharType="separate"/>
    </w:r>
    <w:r w:rsidR="00A11CF2">
      <w:rPr>
        <w:noProof/>
        <w:spacing w:val="-16"/>
        <w:w w:val="105"/>
      </w:rPr>
      <w:t>6</w:t>
    </w:r>
    <w:r w:rsidR="00C9735C">
      <w:rPr>
        <w:spacing w:val="-16"/>
        <w:w w:val="105"/>
      </w:rPr>
      <w:fldChar w:fldCharType="end"/>
    </w:r>
    <w:r>
      <w:rPr>
        <w:spacing w:val="-16"/>
        <w:w w:val="105"/>
      </w:rPr>
      <w:t xml:space="preserve"> -</w:t>
    </w:r>
    <w:r>
      <w:rPr>
        <w:spacing w:val="-16"/>
        <w:w w:val="105"/>
      </w:rPr>
      <w:tab/>
    </w:r>
    <w:r>
      <w:rPr>
        <w:spacing w:val="-6"/>
        <w:w w:val="105"/>
      </w:rPr>
      <w:t>A 22/Res.918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F6BA"/>
    <w:multiLevelType w:val="singleLevel"/>
    <w:tmpl w:val="4B16EF0A"/>
    <w:lvl w:ilvl="0">
      <w:start w:val="6"/>
      <w:numFmt w:val="lowerRoman"/>
      <w:lvlText w:val="(%1)"/>
      <w:lvlJc w:val="left"/>
      <w:pPr>
        <w:tabs>
          <w:tab w:val="num" w:pos="1080"/>
        </w:tabs>
        <w:ind w:firstLine="432"/>
      </w:pPr>
      <w:rPr>
        <w:rFonts w:cs="Times New Roman"/>
        <w:b/>
        <w:bCs/>
        <w:snapToGrid/>
        <w:spacing w:val="108"/>
        <w:w w:val="105"/>
        <w:sz w:val="23"/>
        <w:szCs w:val="23"/>
      </w:rPr>
    </w:lvl>
  </w:abstractNum>
  <w:abstractNum w:abstractNumId="1">
    <w:nsid w:val="07BA0431"/>
    <w:multiLevelType w:val="singleLevel"/>
    <w:tmpl w:val="65CC49B4"/>
    <w:lvl w:ilvl="0">
      <w:start w:val="1"/>
      <w:numFmt w:val="lowerRoman"/>
      <w:lvlText w:val="(%1)"/>
      <w:lvlJc w:val="left"/>
      <w:pPr>
        <w:tabs>
          <w:tab w:val="num" w:pos="720"/>
        </w:tabs>
        <w:ind w:left="432"/>
      </w:pPr>
      <w:rPr>
        <w:rFonts w:cs="Times New Roman"/>
        <w:b/>
        <w:bCs/>
        <w:snapToGrid/>
        <w:spacing w:val="34"/>
        <w:w w:val="105"/>
        <w:sz w:val="23"/>
        <w:szCs w:val="23"/>
      </w:rPr>
    </w:lvl>
  </w:abstractNum>
  <w:abstractNum w:abstractNumId="2">
    <w:nsid w:val="11620882"/>
    <w:multiLevelType w:val="singleLevel"/>
    <w:tmpl w:val="65CC49B4"/>
    <w:lvl w:ilvl="0">
      <w:start w:val="1"/>
      <w:numFmt w:val="lowerRoman"/>
      <w:lvlText w:val="(%1)"/>
      <w:lvlJc w:val="left"/>
      <w:pPr>
        <w:tabs>
          <w:tab w:val="num" w:pos="720"/>
        </w:tabs>
        <w:ind w:left="432"/>
      </w:pPr>
      <w:rPr>
        <w:rFonts w:cs="Times New Roman"/>
        <w:b/>
        <w:bCs/>
        <w:snapToGrid/>
        <w:spacing w:val="34"/>
        <w:w w:val="105"/>
        <w:sz w:val="23"/>
        <w:szCs w:val="23"/>
      </w:rPr>
    </w:lvl>
  </w:abstractNum>
  <w:abstractNum w:abstractNumId="3">
    <w:nsid w:val="20EB7C60"/>
    <w:multiLevelType w:val="singleLevel"/>
    <w:tmpl w:val="65CC49B4"/>
    <w:lvl w:ilvl="0">
      <w:start w:val="1"/>
      <w:numFmt w:val="lowerRoman"/>
      <w:lvlText w:val="(%1)"/>
      <w:lvlJc w:val="left"/>
      <w:pPr>
        <w:tabs>
          <w:tab w:val="num" w:pos="720"/>
        </w:tabs>
        <w:ind w:left="432"/>
      </w:pPr>
      <w:rPr>
        <w:rFonts w:cs="Times New Roman"/>
        <w:b/>
        <w:bCs/>
        <w:snapToGrid/>
        <w:spacing w:val="34"/>
        <w:w w:val="105"/>
        <w:sz w:val="23"/>
        <w:szCs w:val="23"/>
      </w:rPr>
    </w:lvl>
  </w:abstractNum>
  <w:num w:numId="1">
    <w:abstractNumId w:val="1"/>
  </w:num>
  <w:num w:numId="2">
    <w:abstractNumId w:val="1"/>
    <w:lvlOverride w:ilvl="0">
      <w:lvl w:ilvl="0">
        <w:numFmt w:val="lowerRoman"/>
        <w:lvlText w:val="(%1)"/>
        <w:lvlJc w:val="left"/>
        <w:pPr>
          <w:tabs>
            <w:tab w:val="num" w:pos="720"/>
          </w:tabs>
          <w:ind w:left="432"/>
        </w:pPr>
        <w:rPr>
          <w:rFonts w:cs="Times New Roman"/>
          <w:b/>
          <w:bCs/>
          <w:snapToGrid/>
          <w:spacing w:val="56"/>
          <w:w w:val="105"/>
          <w:sz w:val="23"/>
          <w:szCs w:val="23"/>
        </w:rPr>
      </w:lvl>
    </w:lvlOverride>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773B"/>
    <w:rsid w:val="00005ED1"/>
    <w:rsid w:val="00044DB9"/>
    <w:rsid w:val="000D03AE"/>
    <w:rsid w:val="00166D59"/>
    <w:rsid w:val="00186E00"/>
    <w:rsid w:val="00297115"/>
    <w:rsid w:val="002B5ED1"/>
    <w:rsid w:val="00462E55"/>
    <w:rsid w:val="004A4681"/>
    <w:rsid w:val="00576685"/>
    <w:rsid w:val="005D60AB"/>
    <w:rsid w:val="005E1C91"/>
    <w:rsid w:val="006710FC"/>
    <w:rsid w:val="006752B9"/>
    <w:rsid w:val="006F515C"/>
    <w:rsid w:val="007C46B0"/>
    <w:rsid w:val="00824E47"/>
    <w:rsid w:val="00883401"/>
    <w:rsid w:val="008C4971"/>
    <w:rsid w:val="008D3B7F"/>
    <w:rsid w:val="008F3545"/>
    <w:rsid w:val="009224DC"/>
    <w:rsid w:val="009E69B1"/>
    <w:rsid w:val="009F2F38"/>
    <w:rsid w:val="00A11CF2"/>
    <w:rsid w:val="00A27DA7"/>
    <w:rsid w:val="00A62F23"/>
    <w:rsid w:val="00AC6DE9"/>
    <w:rsid w:val="00B05777"/>
    <w:rsid w:val="00B87143"/>
    <w:rsid w:val="00B908B1"/>
    <w:rsid w:val="00B97F63"/>
    <w:rsid w:val="00BA0C37"/>
    <w:rsid w:val="00C206CB"/>
    <w:rsid w:val="00C63F21"/>
    <w:rsid w:val="00C9735C"/>
    <w:rsid w:val="00CD5C65"/>
    <w:rsid w:val="00DC1CA8"/>
    <w:rsid w:val="00DE1012"/>
    <w:rsid w:val="00DF5FEE"/>
    <w:rsid w:val="00E7773B"/>
    <w:rsid w:val="00EA7575"/>
    <w:rsid w:val="00EB713E"/>
    <w:rsid w:val="00F83F0F"/>
    <w:rsid w:val="00F844EB"/>
    <w:rsid w:val="00F90A3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73B"/>
    <w:rPr>
      <w:rFonts w:ascii="Arial" w:eastAsia="PMingLiU" w:hAnsi="Arial" w:cs="Calibri"/>
      <w:kern w:val="0"/>
      <w:sz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73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E7773B"/>
    <w:rPr>
      <w:rFonts w:asciiTheme="majorHAnsi" w:eastAsiaTheme="majorEastAsia" w:hAnsiTheme="majorHAnsi" w:cstheme="majorBidi"/>
      <w:kern w:val="0"/>
      <w:sz w:val="18"/>
      <w:szCs w:val="18"/>
      <w:lang w:val="en-GB" w:eastAsia="en-GB"/>
    </w:rPr>
  </w:style>
  <w:style w:type="paragraph" w:styleId="Header">
    <w:name w:val="header"/>
    <w:basedOn w:val="Normal"/>
    <w:link w:val="HeaderChar"/>
    <w:uiPriority w:val="99"/>
    <w:unhideWhenUsed/>
    <w:rsid w:val="005D60AB"/>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5D60AB"/>
    <w:rPr>
      <w:rFonts w:ascii="Arial" w:eastAsia="PMingLiU" w:hAnsi="Arial" w:cs="Calibri"/>
      <w:kern w:val="0"/>
      <w:sz w:val="20"/>
      <w:szCs w:val="20"/>
      <w:lang w:val="en-GB" w:eastAsia="en-GB"/>
    </w:rPr>
  </w:style>
  <w:style w:type="paragraph" w:styleId="Footer">
    <w:name w:val="footer"/>
    <w:basedOn w:val="Normal"/>
    <w:link w:val="FooterChar"/>
    <w:uiPriority w:val="99"/>
    <w:unhideWhenUsed/>
    <w:rsid w:val="005D60AB"/>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5D60AB"/>
    <w:rPr>
      <w:rFonts w:ascii="Arial" w:eastAsia="PMingLiU" w:hAnsi="Arial" w:cs="Calibri"/>
      <w:kern w:val="0"/>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file:///I:\ASSEMBLY\22\RES\918.doc"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file:///I:\ASSEMBLY\22\RES\918.doc"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FF96D-DD90-4BAE-B0B5-070442DCE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6</Pages>
  <Words>1258</Words>
  <Characters>7171</Characters>
  <Application>Microsoft Office Word</Application>
  <DocSecurity>0</DocSecurity>
  <Lines>59</Lines>
  <Paragraphs>16</Paragraphs>
  <ScaleCrop>false</ScaleCrop>
  <Company/>
  <LinksUpToDate>false</LinksUpToDate>
  <CharactersWithSpaces>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Fujitsu's User</dc:creator>
  <cp:keywords/>
  <dc:description/>
  <cp:lastModifiedBy>Mike Hadley</cp:lastModifiedBy>
  <cp:revision>24</cp:revision>
  <dcterms:created xsi:type="dcterms:W3CDTF">2011-03-08T14:25:00Z</dcterms:created>
  <dcterms:modified xsi:type="dcterms:W3CDTF">2011-06-08T17:51:00Z</dcterms:modified>
</cp:coreProperties>
</file>